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3C0A1" w14:textId="77777777" w:rsidR="00264FC6" w:rsidRDefault="00826C62" w:rsidP="00826C62">
      <w:pPr>
        <w:tabs>
          <w:tab w:val="left" w:pos="7560"/>
        </w:tabs>
        <w:spacing w:before="40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ab/>
      </w:r>
      <w:r w:rsidRPr="00264FC6">
        <w:rPr>
          <w:rFonts w:ascii="Arial" w:hAnsi="Arial" w:cs="Arial"/>
          <w:sz w:val="22"/>
          <w:szCs w:val="22"/>
        </w:rPr>
        <w:tab/>
        <w:t xml:space="preserve">       </w:t>
      </w:r>
    </w:p>
    <w:p w14:paraId="5CB1E470" w14:textId="77777777" w:rsidR="00826C62" w:rsidRPr="00264FC6" w:rsidRDefault="00826C62" w:rsidP="00264FC6">
      <w:pPr>
        <w:tabs>
          <w:tab w:val="left" w:pos="7560"/>
        </w:tabs>
        <w:spacing w:before="40"/>
        <w:jc w:val="right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 xml:space="preserve">Příloha č. </w:t>
      </w:r>
      <w:r w:rsidR="00264FC6">
        <w:rPr>
          <w:rFonts w:ascii="Arial" w:hAnsi="Arial" w:cs="Arial"/>
          <w:sz w:val="22"/>
          <w:szCs w:val="22"/>
        </w:rPr>
        <w:t>5</w:t>
      </w:r>
      <w:r w:rsidRPr="00264FC6">
        <w:rPr>
          <w:rFonts w:ascii="Arial" w:hAnsi="Arial" w:cs="Arial"/>
          <w:sz w:val="22"/>
          <w:szCs w:val="22"/>
        </w:rPr>
        <w:t xml:space="preserve"> ZD</w:t>
      </w:r>
    </w:p>
    <w:p w14:paraId="2F958883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sz w:val="32"/>
          <w:szCs w:val="32"/>
        </w:rPr>
      </w:pPr>
    </w:p>
    <w:p w14:paraId="16A2CBAE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sz w:val="32"/>
          <w:szCs w:val="32"/>
        </w:rPr>
      </w:pPr>
    </w:p>
    <w:p w14:paraId="7E6C8DA0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14:paraId="258234E7" w14:textId="77777777" w:rsidR="00826C62" w:rsidRPr="00264FC6" w:rsidRDefault="009B4BD2" w:rsidP="00826C62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264FC6">
        <w:rPr>
          <w:rFonts w:ascii="Arial" w:hAnsi="Arial" w:cs="Arial"/>
          <w:noProof/>
        </w:rPr>
        <w:pict w14:anchorId="1BFD77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31.5pt" filled="t">
            <v:fill opacity="0" color2="black"/>
            <v:imagedata r:id="rId8" o:title=""/>
          </v:shape>
        </w:pict>
      </w:r>
    </w:p>
    <w:p w14:paraId="0F344C7A" w14:textId="77777777" w:rsidR="00294744" w:rsidRPr="00264FC6" w:rsidRDefault="00294744" w:rsidP="00A561B4">
      <w:pPr>
        <w:pStyle w:val="Nadpis1"/>
        <w:rPr>
          <w:rFonts w:ascii="Arial" w:hAnsi="Arial" w:cs="Arial"/>
        </w:rPr>
      </w:pPr>
    </w:p>
    <w:p w14:paraId="64668D87" w14:textId="77777777" w:rsidR="000D5D98" w:rsidRPr="00264FC6" w:rsidRDefault="000D5D98" w:rsidP="000D5D98">
      <w:pPr>
        <w:rPr>
          <w:rFonts w:ascii="Arial" w:hAnsi="Arial" w:cs="Arial"/>
        </w:rPr>
      </w:pPr>
    </w:p>
    <w:p w14:paraId="4D507080" w14:textId="77777777" w:rsidR="000D5D98" w:rsidRPr="00264FC6" w:rsidRDefault="000D5D98" w:rsidP="000D5D98">
      <w:pPr>
        <w:rPr>
          <w:rFonts w:ascii="Arial" w:hAnsi="Arial" w:cs="Arial"/>
        </w:rPr>
      </w:pPr>
    </w:p>
    <w:p w14:paraId="21F8AD07" w14:textId="77777777" w:rsidR="000D5D98" w:rsidRPr="00264FC6" w:rsidRDefault="000D5D98" w:rsidP="000D5D98">
      <w:pPr>
        <w:rPr>
          <w:rFonts w:ascii="Arial" w:hAnsi="Arial" w:cs="Arial"/>
        </w:rPr>
      </w:pPr>
    </w:p>
    <w:p w14:paraId="5C12A6CE" w14:textId="77777777" w:rsidR="000D5D98" w:rsidRPr="00264FC6" w:rsidRDefault="000D5D98" w:rsidP="000D5D98">
      <w:pPr>
        <w:rPr>
          <w:rFonts w:ascii="Arial" w:hAnsi="Arial" w:cs="Arial"/>
        </w:rPr>
      </w:pPr>
    </w:p>
    <w:p w14:paraId="52960EB1" w14:textId="77777777" w:rsidR="000D5D98" w:rsidRPr="00264FC6" w:rsidRDefault="000D5D98" w:rsidP="000D5D98">
      <w:pPr>
        <w:rPr>
          <w:rFonts w:ascii="Arial" w:hAnsi="Arial" w:cs="Arial"/>
        </w:rPr>
      </w:pPr>
    </w:p>
    <w:p w14:paraId="61BE7EAE" w14:textId="77777777" w:rsidR="000D5D98" w:rsidRPr="00264FC6" w:rsidRDefault="000D5D98" w:rsidP="000D5D98">
      <w:pPr>
        <w:rPr>
          <w:rFonts w:ascii="Arial" w:hAnsi="Arial" w:cs="Arial"/>
        </w:rPr>
      </w:pPr>
    </w:p>
    <w:p w14:paraId="640EC601" w14:textId="77777777" w:rsidR="000D5D98" w:rsidRPr="00264FC6" w:rsidRDefault="000D5D98" w:rsidP="000D5D98">
      <w:pPr>
        <w:rPr>
          <w:rFonts w:ascii="Arial" w:hAnsi="Arial" w:cs="Arial"/>
        </w:rPr>
      </w:pPr>
    </w:p>
    <w:p w14:paraId="25CF0AAD" w14:textId="77777777" w:rsidR="000D5D98" w:rsidRPr="00264FC6" w:rsidRDefault="000D5D98" w:rsidP="000D5D98">
      <w:pPr>
        <w:rPr>
          <w:rFonts w:ascii="Arial" w:hAnsi="Arial" w:cs="Arial"/>
        </w:rPr>
      </w:pPr>
    </w:p>
    <w:p w14:paraId="12D9616C" w14:textId="77777777" w:rsidR="000D5D98" w:rsidRPr="00264FC6" w:rsidRDefault="000D5D98" w:rsidP="000D5D98">
      <w:pPr>
        <w:rPr>
          <w:rFonts w:ascii="Arial" w:hAnsi="Arial" w:cs="Arial"/>
        </w:rPr>
      </w:pPr>
    </w:p>
    <w:p w14:paraId="387B2628" w14:textId="77777777" w:rsidR="000D5D98" w:rsidRPr="00264FC6" w:rsidRDefault="000D5D98" w:rsidP="000D5D98">
      <w:pPr>
        <w:rPr>
          <w:rFonts w:ascii="Arial" w:hAnsi="Arial" w:cs="Arial"/>
        </w:rPr>
      </w:pPr>
    </w:p>
    <w:p w14:paraId="67738FAA" w14:textId="77777777" w:rsidR="000D5D98" w:rsidRPr="00264FC6" w:rsidRDefault="000D5D98" w:rsidP="000D5D98">
      <w:pPr>
        <w:rPr>
          <w:rFonts w:ascii="Arial" w:hAnsi="Arial" w:cs="Arial"/>
        </w:rPr>
      </w:pPr>
    </w:p>
    <w:p w14:paraId="575B635E" w14:textId="77777777" w:rsidR="000D5D98" w:rsidRPr="00264FC6" w:rsidRDefault="000D5D98" w:rsidP="000D5D98">
      <w:pPr>
        <w:rPr>
          <w:rFonts w:ascii="Arial" w:hAnsi="Arial" w:cs="Arial"/>
        </w:rPr>
      </w:pPr>
    </w:p>
    <w:p w14:paraId="67FFFB97" w14:textId="77777777" w:rsidR="000D5D98" w:rsidRPr="00264FC6" w:rsidRDefault="000D5D98" w:rsidP="00EB4640">
      <w:pPr>
        <w:jc w:val="center"/>
        <w:rPr>
          <w:rFonts w:ascii="Arial" w:hAnsi="Arial" w:cs="Arial"/>
        </w:rPr>
      </w:pPr>
    </w:p>
    <w:p w14:paraId="6263C604" w14:textId="77777777" w:rsidR="000D5D98" w:rsidRPr="00264FC6" w:rsidRDefault="000D5D98" w:rsidP="000D5D98">
      <w:pPr>
        <w:rPr>
          <w:rFonts w:ascii="Arial" w:hAnsi="Arial" w:cs="Arial"/>
        </w:rPr>
      </w:pPr>
    </w:p>
    <w:p w14:paraId="28B07274" w14:textId="77777777" w:rsidR="000D5D98" w:rsidRPr="00264FC6" w:rsidRDefault="000D5D98" w:rsidP="000D5D98">
      <w:pPr>
        <w:rPr>
          <w:rFonts w:ascii="Arial" w:hAnsi="Arial" w:cs="Arial"/>
        </w:rPr>
      </w:pPr>
    </w:p>
    <w:p w14:paraId="14238E4E" w14:textId="77777777" w:rsidR="000D5D98" w:rsidRPr="00264FC6" w:rsidRDefault="000D5D98" w:rsidP="000D5D98">
      <w:pPr>
        <w:rPr>
          <w:rFonts w:ascii="Arial" w:hAnsi="Arial" w:cs="Arial"/>
        </w:rPr>
      </w:pPr>
    </w:p>
    <w:p w14:paraId="331708B9" w14:textId="77777777" w:rsidR="000D5D98" w:rsidRPr="00264FC6" w:rsidRDefault="000D5D98" w:rsidP="000D5D98">
      <w:pPr>
        <w:rPr>
          <w:rFonts w:ascii="Arial" w:hAnsi="Arial" w:cs="Arial"/>
        </w:rPr>
      </w:pPr>
    </w:p>
    <w:p w14:paraId="15B67880" w14:textId="77777777" w:rsidR="000D5D98" w:rsidRPr="00264FC6" w:rsidRDefault="000D5D98" w:rsidP="000D5D98">
      <w:pPr>
        <w:rPr>
          <w:rFonts w:ascii="Arial" w:hAnsi="Arial" w:cs="Arial"/>
        </w:rPr>
      </w:pPr>
    </w:p>
    <w:p w14:paraId="1439916E" w14:textId="77777777" w:rsidR="000D5D98" w:rsidRPr="00264FC6" w:rsidRDefault="000D5D98" w:rsidP="00EB4640">
      <w:pPr>
        <w:tabs>
          <w:tab w:val="left" w:pos="7560"/>
        </w:tabs>
        <w:spacing w:before="40"/>
        <w:jc w:val="both"/>
        <w:rPr>
          <w:rFonts w:ascii="Arial" w:hAnsi="Arial" w:cs="Arial"/>
          <w:b/>
          <w:sz w:val="40"/>
          <w:szCs w:val="40"/>
          <w:u w:val="single"/>
        </w:rPr>
      </w:pPr>
      <w:r w:rsidRPr="00264FC6">
        <w:rPr>
          <w:rFonts w:ascii="Arial" w:hAnsi="Arial" w:cs="Arial"/>
          <w:b/>
          <w:sz w:val="40"/>
          <w:szCs w:val="40"/>
          <w:u w:val="single"/>
        </w:rPr>
        <w:t>Vymezení základních technických podmínek na veřejnou zakázku s názvem „</w:t>
      </w:r>
      <w:bookmarkStart w:id="0" w:name="_Hlk55214855"/>
      <w:r w:rsidRPr="00264FC6">
        <w:rPr>
          <w:rFonts w:ascii="Arial" w:hAnsi="Arial" w:cs="Arial"/>
          <w:b/>
          <w:sz w:val="40"/>
          <w:szCs w:val="40"/>
          <w:u w:val="single"/>
        </w:rPr>
        <w:t xml:space="preserve">Dodávka </w:t>
      </w:r>
      <w:r w:rsidR="00264FC6">
        <w:rPr>
          <w:rFonts w:ascii="Arial" w:hAnsi="Arial" w:cs="Arial"/>
          <w:b/>
          <w:sz w:val="40"/>
          <w:szCs w:val="40"/>
          <w:u w:val="single"/>
        </w:rPr>
        <w:t xml:space="preserve">pásového </w:t>
      </w:r>
      <w:r w:rsidR="00D9770A" w:rsidRPr="00264FC6">
        <w:rPr>
          <w:rFonts w:ascii="Arial" w:hAnsi="Arial" w:cs="Arial"/>
          <w:b/>
          <w:sz w:val="40"/>
          <w:szCs w:val="40"/>
          <w:u w:val="single"/>
        </w:rPr>
        <w:t>pokladače</w:t>
      </w:r>
      <w:r w:rsidR="002E2375" w:rsidRPr="00264FC6">
        <w:rPr>
          <w:rFonts w:ascii="Arial" w:hAnsi="Arial" w:cs="Arial"/>
          <w:b/>
          <w:sz w:val="40"/>
          <w:szCs w:val="40"/>
          <w:u w:val="single"/>
        </w:rPr>
        <w:t xml:space="preserve"> živičných směsí</w:t>
      </w:r>
      <w:r w:rsidR="00D9770A" w:rsidRPr="00264FC6">
        <w:rPr>
          <w:rFonts w:ascii="Arial" w:hAnsi="Arial" w:cs="Arial"/>
          <w:b/>
          <w:sz w:val="40"/>
          <w:szCs w:val="40"/>
          <w:u w:val="single"/>
        </w:rPr>
        <w:t xml:space="preserve"> (finišeru</w:t>
      </w:r>
      <w:bookmarkEnd w:id="0"/>
      <w:r w:rsidR="002E2375" w:rsidRPr="00264FC6">
        <w:rPr>
          <w:rFonts w:ascii="Arial" w:hAnsi="Arial" w:cs="Arial"/>
          <w:b/>
          <w:sz w:val="40"/>
          <w:szCs w:val="40"/>
          <w:u w:val="single"/>
        </w:rPr>
        <w:t>)</w:t>
      </w:r>
      <w:r w:rsidR="00155A50" w:rsidRPr="00264FC6">
        <w:rPr>
          <w:rFonts w:ascii="Arial" w:hAnsi="Arial" w:cs="Arial"/>
          <w:b/>
          <w:sz w:val="40"/>
          <w:szCs w:val="40"/>
          <w:u w:val="single"/>
        </w:rPr>
        <w:t xml:space="preserve"> pro cestmistrovství Pardubice</w:t>
      </w:r>
      <w:r w:rsidR="002E2375" w:rsidRPr="00264FC6">
        <w:rPr>
          <w:rFonts w:ascii="Arial" w:hAnsi="Arial" w:cs="Arial"/>
          <w:b/>
          <w:sz w:val="40"/>
          <w:szCs w:val="40"/>
          <w:u w:val="single"/>
        </w:rPr>
        <w:t>.</w:t>
      </w:r>
    </w:p>
    <w:p w14:paraId="7F8CF502" w14:textId="77777777" w:rsidR="008D49F8" w:rsidRPr="00264FC6" w:rsidRDefault="008D49F8" w:rsidP="003A518A">
      <w:pPr>
        <w:pStyle w:val="Nzev"/>
        <w:jc w:val="left"/>
      </w:pPr>
    </w:p>
    <w:p w14:paraId="5DA05BF0" w14:textId="77777777" w:rsidR="003A518A" w:rsidRPr="00264FC6" w:rsidRDefault="003A518A" w:rsidP="003A518A">
      <w:pPr>
        <w:pStyle w:val="Nzev"/>
        <w:jc w:val="left"/>
      </w:pPr>
    </w:p>
    <w:p w14:paraId="6BF3FD19" w14:textId="77777777" w:rsidR="000D5D98" w:rsidRPr="00264FC6" w:rsidRDefault="000D5D98" w:rsidP="003A518A">
      <w:pPr>
        <w:pStyle w:val="Nzev"/>
        <w:jc w:val="left"/>
      </w:pPr>
    </w:p>
    <w:p w14:paraId="0A418C0A" w14:textId="77777777" w:rsidR="000D5D98" w:rsidRPr="00264FC6" w:rsidRDefault="000D5D98" w:rsidP="003A518A">
      <w:pPr>
        <w:pStyle w:val="Nzev"/>
        <w:jc w:val="left"/>
      </w:pPr>
    </w:p>
    <w:p w14:paraId="0FA61B1A" w14:textId="77777777" w:rsidR="000D5D98" w:rsidRPr="00264FC6" w:rsidRDefault="000D5D98" w:rsidP="003A518A">
      <w:pPr>
        <w:pStyle w:val="Nzev"/>
        <w:jc w:val="left"/>
      </w:pPr>
    </w:p>
    <w:p w14:paraId="726A6226" w14:textId="77777777" w:rsidR="000D5D98" w:rsidRPr="00264FC6" w:rsidRDefault="000D5D98" w:rsidP="003A518A">
      <w:pPr>
        <w:pStyle w:val="Nzev"/>
        <w:jc w:val="left"/>
      </w:pPr>
    </w:p>
    <w:p w14:paraId="7644445C" w14:textId="77777777" w:rsidR="000D5D98" w:rsidRPr="00264FC6" w:rsidRDefault="000D5D98" w:rsidP="003A518A">
      <w:pPr>
        <w:pStyle w:val="Nzev"/>
        <w:jc w:val="left"/>
      </w:pPr>
    </w:p>
    <w:p w14:paraId="33FF87AA" w14:textId="77777777" w:rsidR="000D5D98" w:rsidRPr="00264FC6" w:rsidRDefault="000D5D98" w:rsidP="003A518A">
      <w:pPr>
        <w:pStyle w:val="Nzev"/>
        <w:jc w:val="left"/>
      </w:pPr>
    </w:p>
    <w:p w14:paraId="6D04638A" w14:textId="77777777" w:rsidR="000D5D98" w:rsidRPr="00264FC6" w:rsidRDefault="000D5D98" w:rsidP="003A518A">
      <w:pPr>
        <w:pStyle w:val="Nzev"/>
        <w:jc w:val="left"/>
      </w:pPr>
    </w:p>
    <w:p w14:paraId="5C6B9CB8" w14:textId="77777777" w:rsidR="000D5D98" w:rsidRPr="00264FC6" w:rsidRDefault="000D5D98" w:rsidP="003A518A">
      <w:pPr>
        <w:pStyle w:val="Nzev"/>
        <w:jc w:val="left"/>
      </w:pPr>
    </w:p>
    <w:p w14:paraId="276814CA" w14:textId="77777777" w:rsidR="000D5D98" w:rsidRPr="00264FC6" w:rsidRDefault="000D5D98" w:rsidP="003A518A">
      <w:pPr>
        <w:pStyle w:val="Nzev"/>
        <w:jc w:val="left"/>
      </w:pPr>
    </w:p>
    <w:p w14:paraId="5EF249F8" w14:textId="77777777" w:rsidR="000D5D98" w:rsidRPr="00264FC6" w:rsidRDefault="000D5D98" w:rsidP="003A518A">
      <w:pPr>
        <w:pStyle w:val="Nzev"/>
        <w:jc w:val="left"/>
      </w:pPr>
    </w:p>
    <w:p w14:paraId="100C9EF7" w14:textId="77777777" w:rsidR="000D5D98" w:rsidRPr="00264FC6" w:rsidRDefault="000D5D98" w:rsidP="003A518A">
      <w:pPr>
        <w:pStyle w:val="Nzev"/>
        <w:jc w:val="left"/>
      </w:pPr>
    </w:p>
    <w:p w14:paraId="4F3B2479" w14:textId="77777777" w:rsidR="000D5D98" w:rsidRPr="00264FC6" w:rsidRDefault="000D5D98" w:rsidP="003A518A">
      <w:pPr>
        <w:pStyle w:val="Nzev"/>
        <w:jc w:val="left"/>
      </w:pPr>
    </w:p>
    <w:p w14:paraId="2AF31F62" w14:textId="77777777" w:rsidR="000D5D98" w:rsidRPr="00264FC6" w:rsidRDefault="000D5D98" w:rsidP="003A518A">
      <w:pPr>
        <w:pStyle w:val="Nzev"/>
        <w:jc w:val="left"/>
      </w:pPr>
    </w:p>
    <w:p w14:paraId="4C07BBE2" w14:textId="77777777" w:rsidR="000D5D98" w:rsidRPr="00264FC6" w:rsidRDefault="000D5D98" w:rsidP="003A518A">
      <w:pPr>
        <w:pStyle w:val="Nzev"/>
        <w:jc w:val="left"/>
      </w:pPr>
    </w:p>
    <w:p w14:paraId="5FBF994D" w14:textId="77777777" w:rsidR="000D5D98" w:rsidRPr="00264FC6" w:rsidRDefault="000D5D98" w:rsidP="003A518A">
      <w:pPr>
        <w:pStyle w:val="Nzev"/>
        <w:jc w:val="left"/>
      </w:pPr>
    </w:p>
    <w:p w14:paraId="546914C2" w14:textId="77777777" w:rsidR="002E2375" w:rsidRPr="00264FC6" w:rsidRDefault="002E2375" w:rsidP="003A518A">
      <w:pPr>
        <w:pStyle w:val="Nzev"/>
        <w:jc w:val="left"/>
      </w:pPr>
    </w:p>
    <w:p w14:paraId="5E4E44FF" w14:textId="77777777" w:rsidR="008D774C" w:rsidRPr="00264FC6" w:rsidRDefault="008D774C">
      <w:pPr>
        <w:pStyle w:val="Zkladntextodsazen"/>
        <w:numPr>
          <w:ilvl w:val="12"/>
          <w:numId w:val="0"/>
        </w:numPr>
        <w:rPr>
          <w:rFonts w:ascii="Arial" w:hAnsi="Arial" w:cs="Arial"/>
        </w:rPr>
      </w:pPr>
    </w:p>
    <w:p w14:paraId="7BB9C166" w14:textId="77777777" w:rsidR="00310368" w:rsidRPr="00264FC6" w:rsidRDefault="00826C62" w:rsidP="00826C62">
      <w:pPr>
        <w:pStyle w:val="Zkladntext"/>
        <w:tabs>
          <w:tab w:val="left" w:pos="284"/>
        </w:tabs>
        <w:spacing w:after="60"/>
        <w:ind w:left="284"/>
        <w:jc w:val="both"/>
        <w:rPr>
          <w:rFonts w:ascii="Arial" w:hAnsi="Arial" w:cs="Arial"/>
          <w:sz w:val="22"/>
          <w:szCs w:val="22"/>
          <w:u w:val="single"/>
        </w:rPr>
      </w:pPr>
      <w:r w:rsidRPr="00264FC6">
        <w:rPr>
          <w:rFonts w:ascii="Arial" w:hAnsi="Arial" w:cs="Arial"/>
          <w:sz w:val="22"/>
          <w:szCs w:val="22"/>
          <w:u w:val="single"/>
        </w:rPr>
        <w:t>Technické požadavky</w:t>
      </w:r>
      <w:r w:rsidR="00747625" w:rsidRPr="00264FC6">
        <w:rPr>
          <w:rFonts w:ascii="Arial" w:hAnsi="Arial" w:cs="Arial"/>
          <w:sz w:val="22"/>
          <w:szCs w:val="22"/>
          <w:u w:val="single"/>
        </w:rPr>
        <w:t xml:space="preserve"> pro </w:t>
      </w:r>
      <w:r w:rsidR="00D9770A" w:rsidRPr="00264FC6">
        <w:rPr>
          <w:rFonts w:ascii="Arial" w:hAnsi="Arial" w:cs="Arial"/>
          <w:sz w:val="22"/>
          <w:szCs w:val="22"/>
          <w:u w:val="single"/>
        </w:rPr>
        <w:t xml:space="preserve">pokladač </w:t>
      </w:r>
      <w:r w:rsidR="002E2375" w:rsidRPr="00264FC6">
        <w:rPr>
          <w:rFonts w:ascii="Arial" w:hAnsi="Arial" w:cs="Arial"/>
          <w:sz w:val="22"/>
          <w:szCs w:val="22"/>
          <w:u w:val="single"/>
        </w:rPr>
        <w:t xml:space="preserve">živičných směsí </w:t>
      </w:r>
      <w:r w:rsidR="00D9770A" w:rsidRPr="00264FC6">
        <w:rPr>
          <w:rFonts w:ascii="Arial" w:hAnsi="Arial" w:cs="Arial"/>
          <w:sz w:val="22"/>
          <w:szCs w:val="22"/>
          <w:u w:val="single"/>
        </w:rPr>
        <w:t>(finišer)</w:t>
      </w:r>
      <w:r w:rsidR="008D774C" w:rsidRPr="00264FC6">
        <w:rPr>
          <w:rFonts w:ascii="Arial" w:hAnsi="Arial" w:cs="Arial"/>
          <w:sz w:val="22"/>
          <w:szCs w:val="22"/>
          <w:u w:val="single"/>
        </w:rPr>
        <w:t xml:space="preserve"> - </w:t>
      </w:r>
      <w:r w:rsidR="000A4D02" w:rsidRPr="000A4D02">
        <w:rPr>
          <w:rFonts w:ascii="Arial" w:hAnsi="Arial"/>
          <w:sz w:val="22"/>
          <w:szCs w:val="22"/>
          <w:u w:val="single"/>
        </w:rPr>
        <w:t>pro cestmistrovství Pardubice</w:t>
      </w:r>
      <w:r w:rsidR="000A4D02">
        <w:rPr>
          <w:rFonts w:ascii="Arial" w:hAnsi="Arial"/>
          <w:sz w:val="16"/>
        </w:rPr>
        <w:t xml:space="preserve">                         </w:t>
      </w:r>
      <w:r w:rsidR="000A4D02" w:rsidRPr="000A4D02">
        <w:rPr>
          <w:rFonts w:ascii="Arial" w:hAnsi="Arial" w:cs="Arial"/>
          <w:sz w:val="22"/>
          <w:szCs w:val="22"/>
          <w:u w:val="single"/>
        </w:rPr>
        <w:t xml:space="preserve">              </w:t>
      </w:r>
    </w:p>
    <w:p w14:paraId="203D734C" w14:textId="77777777" w:rsidR="002816ED" w:rsidRDefault="002816ED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color w:val="171717"/>
          <w:sz w:val="22"/>
          <w:szCs w:val="22"/>
        </w:rPr>
      </w:pPr>
      <w:r>
        <w:rPr>
          <w:rFonts w:ascii="Arial" w:hAnsi="Arial" w:cs="Arial"/>
          <w:color w:val="171717"/>
          <w:sz w:val="22"/>
          <w:szCs w:val="22"/>
        </w:rPr>
        <w:t xml:space="preserve">Finišer na pokládku živičných směsí </w:t>
      </w:r>
      <w:r w:rsidR="00DD627C">
        <w:rPr>
          <w:rFonts w:ascii="Arial" w:hAnsi="Arial" w:cs="Arial"/>
          <w:bCs/>
          <w:color w:val="171717"/>
          <w:sz w:val="22"/>
          <w:szCs w:val="22"/>
        </w:rPr>
        <w:t>použitý nebo nový</w:t>
      </w:r>
      <w:r w:rsidR="00FD3F53">
        <w:rPr>
          <w:rFonts w:ascii="Arial" w:hAnsi="Arial" w:cs="Arial"/>
          <w:bCs/>
          <w:color w:val="171717"/>
          <w:sz w:val="22"/>
          <w:szCs w:val="22"/>
        </w:rPr>
        <w:t>.</w:t>
      </w:r>
    </w:p>
    <w:p w14:paraId="707CED38" w14:textId="77777777" w:rsidR="002816ED" w:rsidRDefault="002816ED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color w:val="171717"/>
          <w:sz w:val="22"/>
          <w:szCs w:val="22"/>
        </w:rPr>
      </w:pPr>
      <w:r>
        <w:rPr>
          <w:rFonts w:ascii="Arial" w:hAnsi="Arial" w:cs="Arial"/>
          <w:bCs/>
          <w:color w:val="171717"/>
          <w:sz w:val="22"/>
          <w:szCs w:val="22"/>
        </w:rPr>
        <w:t>Rok výroby 202</w:t>
      </w:r>
      <w:r w:rsidR="00C024AC">
        <w:rPr>
          <w:rFonts w:ascii="Arial" w:hAnsi="Arial" w:cs="Arial"/>
          <w:bCs/>
          <w:color w:val="171717"/>
          <w:sz w:val="22"/>
          <w:szCs w:val="22"/>
        </w:rPr>
        <w:t>3</w:t>
      </w:r>
      <w:r w:rsidR="000E59FC">
        <w:rPr>
          <w:rFonts w:ascii="Arial" w:hAnsi="Arial" w:cs="Arial"/>
          <w:bCs/>
          <w:color w:val="171717"/>
          <w:sz w:val="22"/>
          <w:szCs w:val="22"/>
        </w:rPr>
        <w:t xml:space="preserve"> </w:t>
      </w:r>
      <w:r w:rsidR="00EB41AB">
        <w:rPr>
          <w:rFonts w:ascii="Arial" w:hAnsi="Arial" w:cs="Arial"/>
          <w:bCs/>
          <w:color w:val="171717"/>
          <w:sz w:val="22"/>
          <w:szCs w:val="22"/>
        </w:rPr>
        <w:t>až</w:t>
      </w:r>
      <w:r w:rsidR="000E59FC">
        <w:rPr>
          <w:rFonts w:ascii="Arial" w:hAnsi="Arial" w:cs="Arial"/>
          <w:bCs/>
          <w:color w:val="171717"/>
          <w:sz w:val="22"/>
          <w:szCs w:val="22"/>
        </w:rPr>
        <w:t xml:space="preserve"> 2024</w:t>
      </w:r>
      <w:r>
        <w:rPr>
          <w:rFonts w:ascii="Arial" w:hAnsi="Arial" w:cs="Arial"/>
          <w:bCs/>
          <w:color w:val="171717"/>
          <w:sz w:val="22"/>
          <w:szCs w:val="22"/>
        </w:rPr>
        <w:t>, počet Mh max.</w:t>
      </w:r>
      <w:r w:rsidR="006A736E">
        <w:rPr>
          <w:rFonts w:ascii="Arial" w:hAnsi="Arial" w:cs="Arial"/>
          <w:bCs/>
          <w:color w:val="171717"/>
          <w:sz w:val="22"/>
          <w:szCs w:val="22"/>
        </w:rPr>
        <w:t xml:space="preserve"> </w:t>
      </w:r>
      <w:r w:rsidR="00C07BA1">
        <w:rPr>
          <w:rFonts w:ascii="Arial" w:hAnsi="Arial" w:cs="Arial"/>
          <w:bCs/>
          <w:color w:val="171717"/>
          <w:sz w:val="22"/>
          <w:szCs w:val="22"/>
        </w:rPr>
        <w:t>4</w:t>
      </w:r>
      <w:r w:rsidR="009E7B42">
        <w:rPr>
          <w:rFonts w:ascii="Arial" w:hAnsi="Arial" w:cs="Arial"/>
          <w:bCs/>
          <w:color w:val="171717"/>
          <w:sz w:val="22"/>
          <w:szCs w:val="22"/>
        </w:rPr>
        <w:t>00</w:t>
      </w:r>
      <w:r w:rsidR="009A2EA4">
        <w:rPr>
          <w:rFonts w:ascii="Arial" w:hAnsi="Arial" w:cs="Arial"/>
          <w:bCs/>
          <w:color w:val="171717"/>
          <w:sz w:val="22"/>
          <w:szCs w:val="22"/>
        </w:rPr>
        <w:t>.</w:t>
      </w:r>
    </w:p>
    <w:p w14:paraId="03A5698B" w14:textId="77777777" w:rsidR="00B7567F" w:rsidRDefault="00D9770A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color w:val="171717"/>
          <w:sz w:val="22"/>
          <w:szCs w:val="22"/>
        </w:rPr>
      </w:pPr>
      <w:r>
        <w:rPr>
          <w:rFonts w:ascii="Arial" w:hAnsi="Arial" w:cs="Arial"/>
          <w:color w:val="171717"/>
          <w:sz w:val="22"/>
          <w:szCs w:val="22"/>
        </w:rPr>
        <w:t xml:space="preserve">Finišer na pokládku živičných směsí s minimální šířkou pokládky </w:t>
      </w:r>
      <w:r w:rsidR="0036164E">
        <w:rPr>
          <w:rFonts w:ascii="Arial" w:hAnsi="Arial" w:cs="Arial"/>
          <w:color w:val="171717"/>
          <w:sz w:val="22"/>
          <w:szCs w:val="22"/>
        </w:rPr>
        <w:t>1800</w:t>
      </w:r>
      <w:r>
        <w:rPr>
          <w:rFonts w:ascii="Arial" w:hAnsi="Arial" w:cs="Arial"/>
          <w:color w:val="171717"/>
          <w:sz w:val="22"/>
          <w:szCs w:val="22"/>
        </w:rPr>
        <w:t xml:space="preserve"> mm. Základní šířka</w:t>
      </w:r>
      <w:r>
        <w:rPr>
          <w:rFonts w:ascii="Arial" w:hAnsi="Arial" w:cs="Arial"/>
          <w:color w:val="171717"/>
          <w:sz w:val="22"/>
          <w:szCs w:val="22"/>
        </w:rPr>
        <w:br/>
        <w:t>hladící výsuvné</w:t>
      </w:r>
      <w:r w:rsidR="00CF4FD5">
        <w:rPr>
          <w:rFonts w:ascii="Arial" w:hAnsi="Arial" w:cs="Arial"/>
          <w:color w:val="171717"/>
          <w:sz w:val="22"/>
          <w:szCs w:val="22"/>
        </w:rPr>
        <w:t xml:space="preserve"> lišty plynule staviteln</w:t>
      </w:r>
      <w:r w:rsidR="00C23A7D">
        <w:rPr>
          <w:rFonts w:ascii="Arial" w:hAnsi="Arial" w:cs="Arial"/>
          <w:color w:val="171717"/>
          <w:sz w:val="22"/>
          <w:szCs w:val="22"/>
        </w:rPr>
        <w:t>é</w:t>
      </w:r>
      <w:r w:rsidR="00CF4FD5">
        <w:rPr>
          <w:rFonts w:ascii="Arial" w:hAnsi="Arial" w:cs="Arial"/>
          <w:color w:val="171717"/>
          <w:sz w:val="22"/>
          <w:szCs w:val="22"/>
        </w:rPr>
        <w:t xml:space="preserve"> od </w:t>
      </w:r>
      <w:r w:rsidR="008651FB">
        <w:rPr>
          <w:rFonts w:ascii="Arial" w:hAnsi="Arial" w:cs="Arial"/>
          <w:color w:val="171717"/>
          <w:sz w:val="22"/>
          <w:szCs w:val="22"/>
        </w:rPr>
        <w:t xml:space="preserve">max. </w:t>
      </w:r>
      <w:r w:rsidR="00690877">
        <w:rPr>
          <w:rFonts w:ascii="Arial" w:hAnsi="Arial" w:cs="Arial"/>
          <w:color w:val="171717"/>
          <w:sz w:val="22"/>
          <w:szCs w:val="22"/>
        </w:rPr>
        <w:t>1800</w:t>
      </w:r>
      <w:r w:rsidR="00CF4FD5">
        <w:rPr>
          <w:rFonts w:ascii="Arial" w:hAnsi="Arial" w:cs="Arial"/>
          <w:color w:val="171717"/>
          <w:sz w:val="22"/>
          <w:szCs w:val="22"/>
        </w:rPr>
        <w:t xml:space="preserve"> mm do </w:t>
      </w:r>
      <w:r w:rsidR="008651FB">
        <w:rPr>
          <w:rFonts w:ascii="Arial" w:hAnsi="Arial" w:cs="Arial"/>
          <w:color w:val="171717"/>
          <w:sz w:val="22"/>
          <w:szCs w:val="22"/>
        </w:rPr>
        <w:t xml:space="preserve">min. </w:t>
      </w:r>
      <w:r w:rsidR="0036164E">
        <w:rPr>
          <w:rFonts w:ascii="Arial" w:hAnsi="Arial" w:cs="Arial"/>
          <w:color w:val="171717"/>
          <w:sz w:val="22"/>
          <w:szCs w:val="22"/>
        </w:rPr>
        <w:t>34</w:t>
      </w:r>
      <w:r w:rsidR="00234157">
        <w:rPr>
          <w:rFonts w:ascii="Arial" w:hAnsi="Arial" w:cs="Arial"/>
          <w:color w:val="171717"/>
          <w:sz w:val="22"/>
          <w:szCs w:val="22"/>
        </w:rPr>
        <w:t>00</w:t>
      </w:r>
      <w:r>
        <w:rPr>
          <w:rFonts w:ascii="Arial" w:hAnsi="Arial" w:cs="Arial"/>
          <w:color w:val="171717"/>
          <w:sz w:val="22"/>
          <w:szCs w:val="22"/>
        </w:rPr>
        <w:t xml:space="preserve"> mm</w:t>
      </w:r>
      <w:r w:rsidR="002C545B">
        <w:rPr>
          <w:rFonts w:ascii="Arial" w:hAnsi="Arial" w:cs="Arial"/>
          <w:color w:val="171717"/>
          <w:sz w:val="22"/>
          <w:szCs w:val="22"/>
        </w:rPr>
        <w:t>,</w:t>
      </w:r>
      <w:r w:rsidR="0036164E">
        <w:rPr>
          <w:rFonts w:ascii="Arial" w:hAnsi="Arial" w:cs="Arial"/>
          <w:color w:val="171717"/>
          <w:sz w:val="22"/>
          <w:szCs w:val="22"/>
        </w:rPr>
        <w:t xml:space="preserve"> šířka pokládky s</w:t>
      </w:r>
      <w:r w:rsidR="002C545B">
        <w:rPr>
          <w:rFonts w:ascii="Arial" w:hAnsi="Arial" w:cs="Arial"/>
          <w:color w:val="171717"/>
          <w:sz w:val="22"/>
          <w:szCs w:val="22"/>
        </w:rPr>
        <w:t xml:space="preserve"> přídavnými </w:t>
      </w:r>
      <w:r w:rsidR="0036164E">
        <w:rPr>
          <w:rFonts w:ascii="Arial" w:hAnsi="Arial" w:cs="Arial"/>
          <w:color w:val="171717"/>
          <w:sz w:val="22"/>
          <w:szCs w:val="22"/>
        </w:rPr>
        <w:t>nástavci 4</w:t>
      </w:r>
      <w:r w:rsidR="002E2375">
        <w:rPr>
          <w:rFonts w:ascii="Arial" w:hAnsi="Arial" w:cs="Arial"/>
          <w:color w:val="171717"/>
          <w:sz w:val="22"/>
          <w:szCs w:val="22"/>
        </w:rPr>
        <w:t> </w:t>
      </w:r>
      <w:r w:rsidR="0036164E">
        <w:rPr>
          <w:rFonts w:ascii="Arial" w:hAnsi="Arial" w:cs="Arial"/>
          <w:color w:val="171717"/>
          <w:sz w:val="22"/>
          <w:szCs w:val="22"/>
        </w:rPr>
        <w:t>500</w:t>
      </w:r>
      <w:r w:rsidR="002E2375">
        <w:rPr>
          <w:rFonts w:ascii="Arial" w:hAnsi="Arial" w:cs="Arial"/>
          <w:color w:val="171717"/>
          <w:sz w:val="22"/>
          <w:szCs w:val="22"/>
        </w:rPr>
        <w:t xml:space="preserve"> mm</w:t>
      </w:r>
      <w:r w:rsidR="001F67A9">
        <w:rPr>
          <w:rFonts w:ascii="Arial" w:hAnsi="Arial" w:cs="Arial"/>
          <w:color w:val="171717"/>
          <w:sz w:val="22"/>
          <w:szCs w:val="22"/>
        </w:rPr>
        <w:t xml:space="preserve">, s možností dokoupení </w:t>
      </w:r>
      <w:r w:rsidR="0097328C">
        <w:rPr>
          <w:rFonts w:ascii="Arial" w:hAnsi="Arial" w:cs="Arial"/>
          <w:color w:val="171717"/>
          <w:sz w:val="22"/>
          <w:szCs w:val="22"/>
        </w:rPr>
        <w:t xml:space="preserve">přídavných </w:t>
      </w:r>
      <w:r w:rsidR="001F67A9">
        <w:rPr>
          <w:rFonts w:ascii="Arial" w:hAnsi="Arial" w:cs="Arial"/>
          <w:color w:val="171717"/>
          <w:sz w:val="22"/>
          <w:szCs w:val="22"/>
        </w:rPr>
        <w:t>nástavců do šířky 5 m</w:t>
      </w:r>
      <w:r>
        <w:rPr>
          <w:rFonts w:ascii="Arial" w:hAnsi="Arial" w:cs="Arial"/>
          <w:color w:val="171717"/>
          <w:sz w:val="22"/>
          <w:szCs w:val="22"/>
        </w:rPr>
        <w:t xml:space="preserve">. </w:t>
      </w:r>
      <w:r w:rsidR="002E4545">
        <w:rPr>
          <w:rFonts w:ascii="Arial" w:hAnsi="Arial" w:cs="Arial"/>
          <w:color w:val="171717"/>
          <w:sz w:val="22"/>
          <w:szCs w:val="22"/>
        </w:rPr>
        <w:t>Tloušťka p</w:t>
      </w:r>
      <w:r>
        <w:rPr>
          <w:rFonts w:ascii="Arial" w:hAnsi="Arial" w:cs="Arial"/>
          <w:color w:val="171717"/>
          <w:sz w:val="22"/>
          <w:szCs w:val="22"/>
        </w:rPr>
        <w:t>oklád</w:t>
      </w:r>
      <w:r w:rsidR="007501E9">
        <w:rPr>
          <w:rFonts w:ascii="Arial" w:hAnsi="Arial" w:cs="Arial"/>
          <w:color w:val="171717"/>
          <w:sz w:val="22"/>
          <w:szCs w:val="22"/>
        </w:rPr>
        <w:t>ané</w:t>
      </w:r>
      <w:r>
        <w:rPr>
          <w:rFonts w:ascii="Arial" w:hAnsi="Arial" w:cs="Arial"/>
          <w:color w:val="171717"/>
          <w:sz w:val="22"/>
          <w:szCs w:val="22"/>
        </w:rPr>
        <w:t xml:space="preserve"> vrstv</w:t>
      </w:r>
      <w:r w:rsidR="002E4545">
        <w:rPr>
          <w:rFonts w:ascii="Arial" w:hAnsi="Arial" w:cs="Arial"/>
          <w:color w:val="171717"/>
          <w:sz w:val="22"/>
          <w:szCs w:val="22"/>
        </w:rPr>
        <w:t>y</w:t>
      </w:r>
      <w:r>
        <w:rPr>
          <w:rFonts w:ascii="Arial" w:hAnsi="Arial" w:cs="Arial"/>
          <w:color w:val="171717"/>
          <w:sz w:val="22"/>
          <w:szCs w:val="22"/>
        </w:rPr>
        <w:t xml:space="preserve"> do 200 mm</w:t>
      </w:r>
      <w:r w:rsidR="00B7567F">
        <w:rPr>
          <w:rFonts w:ascii="Arial" w:hAnsi="Arial" w:cs="Arial"/>
          <w:iCs/>
          <w:color w:val="171717"/>
          <w:sz w:val="22"/>
          <w:szCs w:val="22"/>
        </w:rPr>
        <w:t>.</w:t>
      </w:r>
    </w:p>
    <w:p w14:paraId="7BCEB80F" w14:textId="77777777" w:rsidR="009B660B" w:rsidRDefault="009B660B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color w:val="171717"/>
          <w:sz w:val="22"/>
          <w:szCs w:val="22"/>
        </w:rPr>
      </w:pPr>
      <w:r>
        <w:rPr>
          <w:rFonts w:ascii="Arial" w:hAnsi="Arial" w:cs="Arial"/>
          <w:color w:val="171717"/>
          <w:sz w:val="22"/>
          <w:szCs w:val="22"/>
        </w:rPr>
        <w:t>Pásový podvozek s pryžovými deskami</w:t>
      </w:r>
      <w:r w:rsidR="003C19B7">
        <w:rPr>
          <w:rFonts w:ascii="Arial" w:hAnsi="Arial" w:cs="Arial"/>
          <w:color w:val="171717"/>
          <w:sz w:val="22"/>
          <w:szCs w:val="22"/>
        </w:rPr>
        <w:t xml:space="preserve"> s dvěma oddělenými hydrostatickými pohony.</w:t>
      </w:r>
    </w:p>
    <w:p w14:paraId="44780AFD" w14:textId="77777777" w:rsidR="001D6728" w:rsidRDefault="00CC7E57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color w:val="171717"/>
          <w:sz w:val="22"/>
          <w:szCs w:val="22"/>
        </w:rPr>
      </w:pPr>
      <w:r>
        <w:rPr>
          <w:rFonts w:ascii="Arial" w:hAnsi="Arial" w:cs="Arial"/>
          <w:iCs/>
          <w:color w:val="171717"/>
          <w:sz w:val="22"/>
          <w:szCs w:val="22"/>
        </w:rPr>
        <w:t>Průchodnost materiálu</w:t>
      </w:r>
      <w:r w:rsidR="001D6728">
        <w:rPr>
          <w:rFonts w:ascii="Arial" w:hAnsi="Arial" w:cs="Arial"/>
          <w:iCs/>
          <w:color w:val="171717"/>
          <w:sz w:val="22"/>
          <w:szCs w:val="22"/>
        </w:rPr>
        <w:t xml:space="preserve"> </w:t>
      </w:r>
      <w:r w:rsidR="008C0EED">
        <w:rPr>
          <w:rFonts w:ascii="Arial" w:hAnsi="Arial" w:cs="Arial"/>
          <w:iCs/>
          <w:color w:val="171717"/>
          <w:sz w:val="22"/>
          <w:szCs w:val="22"/>
        </w:rPr>
        <w:t xml:space="preserve">(max. výkon) min. </w:t>
      </w:r>
      <w:r w:rsidR="006D213C">
        <w:rPr>
          <w:rFonts w:ascii="Arial" w:hAnsi="Arial" w:cs="Arial"/>
          <w:iCs/>
          <w:color w:val="171717"/>
          <w:sz w:val="22"/>
          <w:szCs w:val="22"/>
        </w:rPr>
        <w:t>3</w:t>
      </w:r>
      <w:r w:rsidR="005C6AF9">
        <w:rPr>
          <w:rFonts w:ascii="Arial" w:hAnsi="Arial" w:cs="Arial"/>
          <w:iCs/>
          <w:color w:val="171717"/>
          <w:sz w:val="22"/>
          <w:szCs w:val="22"/>
        </w:rPr>
        <w:t>0</w:t>
      </w:r>
      <w:r w:rsidR="001D6728">
        <w:rPr>
          <w:rFonts w:ascii="Arial" w:hAnsi="Arial" w:cs="Arial"/>
          <w:iCs/>
          <w:color w:val="171717"/>
          <w:sz w:val="22"/>
          <w:szCs w:val="22"/>
        </w:rPr>
        <w:t>0</w:t>
      </w:r>
      <w:r w:rsidR="00305282">
        <w:rPr>
          <w:rFonts w:ascii="Arial" w:hAnsi="Arial" w:cs="Arial"/>
          <w:iCs/>
          <w:color w:val="171717"/>
          <w:sz w:val="22"/>
          <w:szCs w:val="22"/>
        </w:rPr>
        <w:t xml:space="preserve"> </w:t>
      </w:r>
      <w:r w:rsidR="001D6728">
        <w:rPr>
          <w:rFonts w:ascii="Arial" w:hAnsi="Arial" w:cs="Arial"/>
          <w:iCs/>
          <w:color w:val="171717"/>
          <w:sz w:val="22"/>
          <w:szCs w:val="22"/>
        </w:rPr>
        <w:t>t/hod.</w:t>
      </w:r>
    </w:p>
    <w:p w14:paraId="4C4A6958" w14:textId="77777777" w:rsidR="00B7567F" w:rsidRDefault="00D9770A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color w:val="171717"/>
          <w:sz w:val="22"/>
          <w:szCs w:val="22"/>
        </w:rPr>
      </w:pPr>
      <w:r>
        <w:rPr>
          <w:rFonts w:ascii="Arial" w:hAnsi="Arial" w:cs="Arial"/>
          <w:color w:val="171717"/>
          <w:sz w:val="22"/>
          <w:szCs w:val="22"/>
        </w:rPr>
        <w:t xml:space="preserve">Přejezdová rychlost </w:t>
      </w:r>
      <w:r w:rsidR="00A06F5E">
        <w:rPr>
          <w:rFonts w:ascii="Arial" w:hAnsi="Arial" w:cs="Arial"/>
          <w:color w:val="171717"/>
          <w:sz w:val="22"/>
          <w:szCs w:val="22"/>
        </w:rPr>
        <w:t>min</w:t>
      </w:r>
      <w:r>
        <w:rPr>
          <w:rFonts w:ascii="Arial" w:hAnsi="Arial" w:cs="Arial"/>
          <w:color w:val="171717"/>
          <w:sz w:val="22"/>
          <w:szCs w:val="22"/>
        </w:rPr>
        <w:t xml:space="preserve"> </w:t>
      </w:r>
      <w:r w:rsidR="00C174C1">
        <w:rPr>
          <w:rFonts w:ascii="Arial" w:hAnsi="Arial" w:cs="Arial"/>
          <w:color w:val="171717"/>
          <w:sz w:val="22"/>
          <w:szCs w:val="22"/>
        </w:rPr>
        <w:t xml:space="preserve">4 </w:t>
      </w:r>
      <w:r>
        <w:rPr>
          <w:rFonts w:ascii="Arial" w:hAnsi="Arial" w:cs="Arial"/>
          <w:color w:val="171717"/>
          <w:sz w:val="22"/>
          <w:szCs w:val="22"/>
        </w:rPr>
        <w:t>km/hod</w:t>
      </w:r>
      <w:r w:rsidR="00B7567F">
        <w:rPr>
          <w:rFonts w:ascii="Arial" w:hAnsi="Arial" w:cs="Arial"/>
          <w:iCs/>
          <w:color w:val="171717"/>
          <w:sz w:val="22"/>
          <w:szCs w:val="22"/>
        </w:rPr>
        <w:t>.</w:t>
      </w:r>
    </w:p>
    <w:p w14:paraId="5DB84236" w14:textId="77777777" w:rsidR="00B7567F" w:rsidRDefault="00D9770A" w:rsidP="000C2033">
      <w:pPr>
        <w:numPr>
          <w:ilvl w:val="0"/>
          <w:numId w:val="37"/>
        </w:numPr>
        <w:tabs>
          <w:tab w:val="left" w:pos="142"/>
          <w:tab w:val="left" w:pos="426"/>
        </w:tabs>
        <w:spacing w:before="40"/>
        <w:rPr>
          <w:rFonts w:ascii="Arial" w:hAnsi="Arial" w:cs="Arial"/>
          <w:color w:val="171717"/>
          <w:sz w:val="22"/>
          <w:szCs w:val="22"/>
        </w:rPr>
      </w:pPr>
      <w:r>
        <w:rPr>
          <w:rFonts w:ascii="Arial" w:hAnsi="Arial" w:cs="Arial"/>
          <w:color w:val="171717"/>
          <w:sz w:val="22"/>
          <w:szCs w:val="22"/>
        </w:rPr>
        <w:t>Motor o výko</w:t>
      </w:r>
      <w:r w:rsidR="00CF4FD5">
        <w:rPr>
          <w:rFonts w:ascii="Arial" w:hAnsi="Arial" w:cs="Arial"/>
          <w:color w:val="171717"/>
          <w:sz w:val="22"/>
          <w:szCs w:val="22"/>
        </w:rPr>
        <w:t xml:space="preserve">nu minimálně </w:t>
      </w:r>
      <w:r w:rsidR="00305282">
        <w:rPr>
          <w:rFonts w:ascii="Arial" w:hAnsi="Arial" w:cs="Arial"/>
          <w:color w:val="171717"/>
          <w:sz w:val="22"/>
          <w:szCs w:val="22"/>
        </w:rPr>
        <w:t>5</w:t>
      </w:r>
      <w:r w:rsidR="00DD7DE9">
        <w:rPr>
          <w:rFonts w:ascii="Arial" w:hAnsi="Arial" w:cs="Arial"/>
          <w:color w:val="171717"/>
          <w:sz w:val="22"/>
          <w:szCs w:val="22"/>
        </w:rPr>
        <w:t>5</w:t>
      </w:r>
      <w:r>
        <w:rPr>
          <w:rFonts w:ascii="Arial" w:hAnsi="Arial" w:cs="Arial"/>
          <w:color w:val="171717"/>
          <w:sz w:val="22"/>
          <w:szCs w:val="22"/>
        </w:rPr>
        <w:t xml:space="preserve"> kW splňu</w:t>
      </w:r>
      <w:r w:rsidR="00CF4FD5">
        <w:rPr>
          <w:rFonts w:ascii="Arial" w:hAnsi="Arial" w:cs="Arial"/>
          <w:color w:val="171717"/>
          <w:sz w:val="22"/>
          <w:szCs w:val="22"/>
        </w:rPr>
        <w:t xml:space="preserve">jící </w:t>
      </w:r>
      <w:r w:rsidR="00234157">
        <w:rPr>
          <w:rFonts w:ascii="Arial" w:hAnsi="Arial" w:cs="Arial"/>
          <w:color w:val="171717"/>
          <w:sz w:val="22"/>
          <w:szCs w:val="22"/>
        </w:rPr>
        <w:t xml:space="preserve">platné </w:t>
      </w:r>
      <w:r w:rsidR="00CF4FD5">
        <w:rPr>
          <w:rFonts w:ascii="Arial" w:hAnsi="Arial" w:cs="Arial"/>
          <w:color w:val="171717"/>
          <w:sz w:val="22"/>
          <w:szCs w:val="22"/>
        </w:rPr>
        <w:t xml:space="preserve">emisní normy </w:t>
      </w:r>
      <w:r w:rsidR="00234157">
        <w:rPr>
          <w:rFonts w:ascii="Arial" w:hAnsi="Arial" w:cs="Arial"/>
          <w:color w:val="171717"/>
          <w:sz w:val="22"/>
          <w:szCs w:val="22"/>
        </w:rPr>
        <w:t>pro provoz</w:t>
      </w:r>
      <w:r w:rsidR="00980A19">
        <w:rPr>
          <w:rFonts w:ascii="Arial" w:hAnsi="Arial" w:cs="Arial"/>
          <w:color w:val="171717"/>
          <w:sz w:val="22"/>
          <w:szCs w:val="22"/>
        </w:rPr>
        <w:t xml:space="preserve"> v</w:t>
      </w:r>
      <w:r w:rsidR="007B7B7D">
        <w:rPr>
          <w:rFonts w:ascii="Arial" w:hAnsi="Arial" w:cs="Arial"/>
          <w:color w:val="171717"/>
          <w:sz w:val="22"/>
          <w:szCs w:val="22"/>
        </w:rPr>
        <w:t> </w:t>
      </w:r>
      <w:r w:rsidR="00980A19">
        <w:rPr>
          <w:rFonts w:ascii="Arial" w:hAnsi="Arial" w:cs="Arial"/>
          <w:color w:val="171717"/>
          <w:sz w:val="22"/>
          <w:szCs w:val="22"/>
        </w:rPr>
        <w:t>ČR</w:t>
      </w:r>
      <w:r w:rsidR="007B7B7D">
        <w:rPr>
          <w:rFonts w:ascii="Arial" w:hAnsi="Arial" w:cs="Arial"/>
          <w:color w:val="171717"/>
          <w:sz w:val="22"/>
          <w:szCs w:val="22"/>
        </w:rPr>
        <w:t>, úsporné elektronické řízení motoru ECO.</w:t>
      </w:r>
    </w:p>
    <w:p w14:paraId="00D10B61" w14:textId="77777777" w:rsidR="00D9770A" w:rsidRDefault="000C2033" w:rsidP="00D9770A">
      <w:pPr>
        <w:numPr>
          <w:ilvl w:val="0"/>
          <w:numId w:val="37"/>
        </w:numPr>
        <w:tabs>
          <w:tab w:val="left" w:pos="181"/>
          <w:tab w:val="left" w:pos="360"/>
        </w:tabs>
        <w:spacing w:before="40"/>
        <w:rPr>
          <w:rFonts w:ascii="Arial" w:hAnsi="Arial" w:cs="Arial"/>
          <w:color w:val="171717"/>
          <w:sz w:val="22"/>
          <w:szCs w:val="22"/>
        </w:rPr>
      </w:pPr>
      <w:r>
        <w:rPr>
          <w:rFonts w:ascii="Arial" w:hAnsi="Arial" w:cs="Arial"/>
          <w:color w:val="171717"/>
          <w:sz w:val="22"/>
          <w:szCs w:val="22"/>
        </w:rPr>
        <w:t xml:space="preserve"> </w:t>
      </w:r>
      <w:r w:rsidR="00D9770A">
        <w:rPr>
          <w:rFonts w:ascii="Arial" w:hAnsi="Arial" w:cs="Arial"/>
          <w:color w:val="171717"/>
          <w:sz w:val="22"/>
          <w:szCs w:val="22"/>
        </w:rPr>
        <w:t>Střechovitý profil pokládky</w:t>
      </w:r>
      <w:r w:rsidR="0025720C">
        <w:rPr>
          <w:rFonts w:ascii="Arial" w:hAnsi="Arial" w:cs="Arial"/>
          <w:color w:val="171717"/>
          <w:sz w:val="22"/>
          <w:szCs w:val="22"/>
        </w:rPr>
        <w:t xml:space="preserve">, </w:t>
      </w:r>
      <w:r w:rsidR="00C166EC">
        <w:rPr>
          <w:rFonts w:ascii="Arial" w:hAnsi="Arial" w:cs="Arial"/>
          <w:color w:val="171717"/>
          <w:sz w:val="22"/>
          <w:szCs w:val="22"/>
        </w:rPr>
        <w:t>hydraulicky stavitelný</w:t>
      </w:r>
      <w:r w:rsidR="00D9770A">
        <w:rPr>
          <w:rFonts w:ascii="Arial" w:hAnsi="Arial" w:cs="Arial"/>
          <w:color w:val="171717"/>
          <w:sz w:val="22"/>
          <w:szCs w:val="22"/>
        </w:rPr>
        <w:t>.</w:t>
      </w:r>
    </w:p>
    <w:p w14:paraId="6EAE4215" w14:textId="77777777" w:rsidR="002F200B" w:rsidRDefault="00D9770A" w:rsidP="00C174C1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color w:val="171717"/>
          <w:sz w:val="22"/>
          <w:szCs w:val="22"/>
        </w:rPr>
      </w:pPr>
      <w:r>
        <w:rPr>
          <w:rFonts w:ascii="Arial" w:hAnsi="Arial" w:cs="Arial"/>
          <w:color w:val="171717"/>
          <w:sz w:val="22"/>
          <w:szCs w:val="22"/>
        </w:rPr>
        <w:t>Obslužný můstek nebo pr</w:t>
      </w:r>
      <w:r w:rsidR="00237D81">
        <w:rPr>
          <w:rFonts w:ascii="Arial" w:hAnsi="Arial" w:cs="Arial"/>
          <w:color w:val="171717"/>
          <w:sz w:val="22"/>
          <w:szCs w:val="22"/>
        </w:rPr>
        <w:t>acovní plošina</w:t>
      </w:r>
      <w:r w:rsidR="002F200B">
        <w:rPr>
          <w:rFonts w:ascii="Arial" w:hAnsi="Arial" w:cs="Arial"/>
          <w:iCs/>
          <w:color w:val="171717"/>
          <w:sz w:val="22"/>
          <w:szCs w:val="22"/>
        </w:rPr>
        <w:t xml:space="preserve"> vybavena </w:t>
      </w:r>
      <w:r w:rsidR="002F200B">
        <w:rPr>
          <w:rFonts w:ascii="Arial" w:hAnsi="Arial" w:cs="Arial"/>
          <w:color w:val="171717"/>
          <w:sz w:val="22"/>
          <w:szCs w:val="22"/>
        </w:rPr>
        <w:t>dvěma sedadly řidiče, otočné směrem ven</w:t>
      </w:r>
      <w:r w:rsidR="0078129A">
        <w:rPr>
          <w:rFonts w:ascii="Arial" w:hAnsi="Arial" w:cs="Arial"/>
          <w:color w:val="171717"/>
          <w:sz w:val="22"/>
          <w:szCs w:val="22"/>
        </w:rPr>
        <w:t xml:space="preserve"> do boku</w:t>
      </w:r>
      <w:r w:rsidR="00C174C1">
        <w:rPr>
          <w:rFonts w:ascii="Arial" w:hAnsi="Arial" w:cs="Arial"/>
          <w:color w:val="171717"/>
          <w:sz w:val="22"/>
          <w:szCs w:val="22"/>
        </w:rPr>
        <w:t>,</w:t>
      </w:r>
      <w:r w:rsidR="00713D0E">
        <w:rPr>
          <w:rFonts w:ascii="Arial" w:hAnsi="Arial" w:cs="Arial"/>
          <w:color w:val="171717"/>
          <w:sz w:val="22"/>
          <w:szCs w:val="22"/>
        </w:rPr>
        <w:t xml:space="preserve"> </w:t>
      </w:r>
      <w:r w:rsidR="00C174C1">
        <w:rPr>
          <w:rFonts w:ascii="Arial" w:hAnsi="Arial" w:cs="Arial"/>
          <w:color w:val="171717"/>
          <w:sz w:val="22"/>
          <w:szCs w:val="22"/>
        </w:rPr>
        <w:t xml:space="preserve">s bočním průhledným krytem a </w:t>
      </w:r>
      <w:r w:rsidR="00C174C1">
        <w:rPr>
          <w:rFonts w:ascii="Arial" w:hAnsi="Arial" w:cs="Arial"/>
          <w:iCs/>
          <w:color w:val="171717"/>
          <w:sz w:val="22"/>
          <w:szCs w:val="22"/>
        </w:rPr>
        <w:t xml:space="preserve">se </w:t>
      </w:r>
      <w:r w:rsidR="00502D10">
        <w:rPr>
          <w:rFonts w:ascii="Arial" w:hAnsi="Arial" w:cs="Arial"/>
          <w:iCs/>
          <w:color w:val="171717"/>
          <w:sz w:val="22"/>
          <w:szCs w:val="22"/>
        </w:rPr>
        <w:t xml:space="preserve">sklápěcí </w:t>
      </w:r>
      <w:r w:rsidR="00C174C1">
        <w:rPr>
          <w:rFonts w:ascii="Arial" w:hAnsi="Arial" w:cs="Arial"/>
          <w:iCs/>
          <w:color w:val="171717"/>
          <w:sz w:val="22"/>
          <w:szCs w:val="22"/>
        </w:rPr>
        <w:t>s</w:t>
      </w:r>
      <w:r w:rsidR="00C174C1">
        <w:rPr>
          <w:rFonts w:ascii="Arial" w:hAnsi="Arial" w:cs="Arial"/>
          <w:color w:val="171717"/>
          <w:sz w:val="22"/>
          <w:szCs w:val="22"/>
        </w:rPr>
        <w:t>tříškou</w:t>
      </w:r>
      <w:r w:rsidR="007501E9">
        <w:rPr>
          <w:rFonts w:ascii="Arial" w:hAnsi="Arial" w:cs="Arial"/>
          <w:color w:val="171717"/>
          <w:sz w:val="22"/>
          <w:szCs w:val="22"/>
        </w:rPr>
        <w:t xml:space="preserve">, do šířky </w:t>
      </w:r>
      <w:r w:rsidR="00C174C1">
        <w:rPr>
          <w:rFonts w:ascii="Arial" w:hAnsi="Arial" w:cs="Arial"/>
          <w:color w:val="171717"/>
          <w:sz w:val="22"/>
          <w:szCs w:val="22"/>
        </w:rPr>
        <w:t>v</w:t>
      </w:r>
      <w:r w:rsidR="004340E8">
        <w:rPr>
          <w:rFonts w:ascii="Arial" w:hAnsi="Arial" w:cs="Arial"/>
          <w:color w:val="171717"/>
          <w:sz w:val="22"/>
          <w:szCs w:val="22"/>
        </w:rPr>
        <w:t>ýsuvnými</w:t>
      </w:r>
      <w:r w:rsidR="00C174C1">
        <w:rPr>
          <w:rFonts w:ascii="Arial" w:hAnsi="Arial" w:cs="Arial"/>
          <w:color w:val="171717"/>
          <w:sz w:val="22"/>
          <w:szCs w:val="22"/>
        </w:rPr>
        <w:t xml:space="preserve"> markýzami pro ochranu posádky i při vychýleném sedadle </w:t>
      </w:r>
      <w:r w:rsidR="00713D0E">
        <w:rPr>
          <w:rFonts w:ascii="Arial" w:hAnsi="Arial" w:cs="Arial"/>
          <w:color w:val="171717"/>
          <w:sz w:val="22"/>
          <w:szCs w:val="22"/>
        </w:rPr>
        <w:t xml:space="preserve">s ovládacím panelem </w:t>
      </w:r>
      <w:r w:rsidR="006D6863">
        <w:rPr>
          <w:rFonts w:ascii="Arial" w:hAnsi="Arial" w:cs="Arial"/>
          <w:color w:val="171717"/>
          <w:sz w:val="22"/>
          <w:szCs w:val="22"/>
        </w:rPr>
        <w:t xml:space="preserve">s barevným displejem </w:t>
      </w:r>
      <w:r w:rsidR="00713D0E">
        <w:rPr>
          <w:rFonts w:ascii="Arial" w:hAnsi="Arial" w:cs="Arial"/>
          <w:color w:val="171717"/>
          <w:sz w:val="22"/>
          <w:szCs w:val="22"/>
        </w:rPr>
        <w:t xml:space="preserve">pro obsluhu </w:t>
      </w:r>
      <w:r w:rsidR="006D6863">
        <w:rPr>
          <w:rFonts w:ascii="Arial" w:hAnsi="Arial" w:cs="Arial"/>
          <w:color w:val="171717"/>
          <w:sz w:val="22"/>
          <w:szCs w:val="22"/>
        </w:rPr>
        <w:t xml:space="preserve">a kontrolu </w:t>
      </w:r>
      <w:r w:rsidR="00713D0E">
        <w:rPr>
          <w:rFonts w:ascii="Arial" w:hAnsi="Arial" w:cs="Arial"/>
          <w:color w:val="171717"/>
          <w:sz w:val="22"/>
          <w:szCs w:val="22"/>
        </w:rPr>
        <w:t>finišeru a s dvěma ovl. panely s</w:t>
      </w:r>
      <w:r w:rsidR="006D6863">
        <w:rPr>
          <w:rFonts w:ascii="Arial" w:hAnsi="Arial" w:cs="Arial"/>
          <w:color w:val="171717"/>
          <w:sz w:val="22"/>
          <w:szCs w:val="22"/>
        </w:rPr>
        <w:t> </w:t>
      </w:r>
      <w:r w:rsidR="00713D0E">
        <w:rPr>
          <w:rFonts w:ascii="Arial" w:hAnsi="Arial" w:cs="Arial"/>
          <w:color w:val="171717"/>
          <w:sz w:val="22"/>
          <w:szCs w:val="22"/>
        </w:rPr>
        <w:t>barevným</w:t>
      </w:r>
      <w:r w:rsidR="006D6863">
        <w:rPr>
          <w:rFonts w:ascii="Arial" w:hAnsi="Arial" w:cs="Arial"/>
          <w:color w:val="171717"/>
          <w:sz w:val="22"/>
          <w:szCs w:val="22"/>
        </w:rPr>
        <w:t xml:space="preserve"> displejem</w:t>
      </w:r>
      <w:r w:rsidR="00713D0E">
        <w:rPr>
          <w:rFonts w:ascii="Arial" w:hAnsi="Arial" w:cs="Arial"/>
          <w:color w:val="171717"/>
          <w:sz w:val="22"/>
          <w:szCs w:val="22"/>
        </w:rPr>
        <w:t xml:space="preserve"> pro levou a pravou</w:t>
      </w:r>
      <w:r w:rsidR="004340E8">
        <w:rPr>
          <w:rFonts w:ascii="Arial" w:hAnsi="Arial" w:cs="Arial"/>
          <w:color w:val="171717"/>
          <w:sz w:val="22"/>
          <w:szCs w:val="22"/>
        </w:rPr>
        <w:t xml:space="preserve"> stranu</w:t>
      </w:r>
      <w:r w:rsidR="00713D0E">
        <w:rPr>
          <w:rFonts w:ascii="Arial" w:hAnsi="Arial" w:cs="Arial"/>
          <w:color w:val="171717"/>
          <w:sz w:val="22"/>
          <w:szCs w:val="22"/>
        </w:rPr>
        <w:t xml:space="preserve"> lišt</w:t>
      </w:r>
      <w:r w:rsidR="004340E8">
        <w:rPr>
          <w:rFonts w:ascii="Arial" w:hAnsi="Arial" w:cs="Arial"/>
          <w:color w:val="171717"/>
          <w:sz w:val="22"/>
          <w:szCs w:val="22"/>
        </w:rPr>
        <w:t>y</w:t>
      </w:r>
      <w:r w:rsidR="00713D0E">
        <w:rPr>
          <w:rFonts w:ascii="Arial" w:hAnsi="Arial" w:cs="Arial"/>
          <w:color w:val="171717"/>
          <w:sz w:val="22"/>
          <w:szCs w:val="22"/>
        </w:rPr>
        <w:t xml:space="preserve"> </w:t>
      </w:r>
      <w:r w:rsidR="006D6863">
        <w:rPr>
          <w:rFonts w:ascii="Arial" w:hAnsi="Arial" w:cs="Arial"/>
          <w:color w:val="171717"/>
          <w:sz w:val="22"/>
          <w:szCs w:val="22"/>
        </w:rPr>
        <w:t>k</w:t>
      </w:r>
      <w:r w:rsidR="007501E9">
        <w:rPr>
          <w:rFonts w:ascii="Arial" w:hAnsi="Arial" w:cs="Arial"/>
          <w:color w:val="171717"/>
          <w:sz w:val="22"/>
          <w:szCs w:val="22"/>
        </w:rPr>
        <w:t> </w:t>
      </w:r>
      <w:r w:rsidR="006D6863">
        <w:rPr>
          <w:rFonts w:ascii="Arial" w:hAnsi="Arial" w:cs="Arial"/>
          <w:color w:val="171717"/>
          <w:sz w:val="22"/>
          <w:szCs w:val="22"/>
        </w:rPr>
        <w:t>nastavení</w:t>
      </w:r>
      <w:r w:rsidR="007501E9">
        <w:rPr>
          <w:rFonts w:ascii="Arial" w:hAnsi="Arial" w:cs="Arial"/>
          <w:color w:val="171717"/>
          <w:sz w:val="22"/>
          <w:szCs w:val="22"/>
        </w:rPr>
        <w:t xml:space="preserve"> hladící</w:t>
      </w:r>
      <w:r w:rsidR="006D6863">
        <w:rPr>
          <w:rFonts w:ascii="Arial" w:hAnsi="Arial" w:cs="Arial"/>
          <w:color w:val="171717"/>
          <w:sz w:val="22"/>
          <w:szCs w:val="22"/>
        </w:rPr>
        <w:t xml:space="preserve"> lišty.</w:t>
      </w:r>
      <w:r w:rsidR="002F200B">
        <w:rPr>
          <w:rFonts w:ascii="Arial" w:hAnsi="Arial" w:cs="Arial"/>
          <w:color w:val="171717"/>
          <w:sz w:val="22"/>
          <w:szCs w:val="22"/>
        </w:rPr>
        <w:t xml:space="preserve"> </w:t>
      </w:r>
    </w:p>
    <w:p w14:paraId="2E2A022A" w14:textId="77777777" w:rsidR="006D213C" w:rsidRDefault="006D213C" w:rsidP="00C174C1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color w:val="171717"/>
          <w:sz w:val="22"/>
          <w:szCs w:val="22"/>
        </w:rPr>
      </w:pPr>
      <w:r>
        <w:rPr>
          <w:rFonts w:ascii="Arial" w:hAnsi="Arial" w:cs="Arial"/>
          <w:color w:val="171717"/>
          <w:sz w:val="22"/>
          <w:szCs w:val="22"/>
        </w:rPr>
        <w:t>Dvě zpětná zrcátka.</w:t>
      </w:r>
    </w:p>
    <w:p w14:paraId="1CA1BEE1" w14:textId="77777777" w:rsidR="00B7567F" w:rsidRDefault="00E071FE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color w:val="171717"/>
          <w:sz w:val="22"/>
          <w:szCs w:val="22"/>
        </w:rPr>
      </w:pPr>
      <w:r>
        <w:rPr>
          <w:rFonts w:ascii="Arial" w:hAnsi="Arial" w:cs="Arial"/>
          <w:iCs/>
          <w:color w:val="171717"/>
          <w:sz w:val="22"/>
          <w:szCs w:val="22"/>
        </w:rPr>
        <w:t>Pohon obou náprav</w:t>
      </w:r>
      <w:r w:rsidR="00B7567F">
        <w:rPr>
          <w:rFonts w:ascii="Arial" w:hAnsi="Arial" w:cs="Arial"/>
          <w:iCs/>
          <w:color w:val="171717"/>
          <w:sz w:val="22"/>
          <w:szCs w:val="22"/>
        </w:rPr>
        <w:t xml:space="preserve">, </w:t>
      </w:r>
      <w:r w:rsidR="00300477">
        <w:rPr>
          <w:rFonts w:ascii="Arial" w:hAnsi="Arial" w:cs="Arial"/>
          <w:iCs/>
          <w:color w:val="171717"/>
          <w:sz w:val="22"/>
          <w:szCs w:val="22"/>
        </w:rPr>
        <w:t>signalizace zpětného chodu</w:t>
      </w:r>
      <w:r w:rsidR="00B7567F">
        <w:rPr>
          <w:rFonts w:ascii="Arial" w:hAnsi="Arial" w:cs="Arial"/>
          <w:iCs/>
          <w:color w:val="171717"/>
          <w:sz w:val="22"/>
          <w:szCs w:val="22"/>
        </w:rPr>
        <w:t>.</w:t>
      </w:r>
    </w:p>
    <w:p w14:paraId="04248B5E" w14:textId="77777777" w:rsidR="00B7567F" w:rsidRDefault="00A3314C" w:rsidP="00A3314C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color w:val="171717"/>
          <w:sz w:val="22"/>
          <w:szCs w:val="22"/>
        </w:rPr>
      </w:pPr>
      <w:r>
        <w:rPr>
          <w:rFonts w:ascii="Arial" w:hAnsi="Arial" w:cs="Arial"/>
          <w:color w:val="171717"/>
          <w:sz w:val="22"/>
          <w:szCs w:val="22"/>
        </w:rPr>
        <w:t xml:space="preserve">Dva oddělené hydrostatické pohony pro pásy </w:t>
      </w:r>
      <w:r w:rsidR="00DE32E1">
        <w:rPr>
          <w:rFonts w:ascii="Arial" w:hAnsi="Arial" w:cs="Arial"/>
          <w:color w:val="171717"/>
          <w:sz w:val="22"/>
          <w:szCs w:val="22"/>
        </w:rPr>
        <w:t>nezávisle elektronicky řízen</w:t>
      </w:r>
      <w:r w:rsidR="00BD490F">
        <w:rPr>
          <w:rFonts w:ascii="Arial" w:hAnsi="Arial" w:cs="Arial"/>
          <w:color w:val="171717"/>
          <w:sz w:val="22"/>
          <w:szCs w:val="22"/>
        </w:rPr>
        <w:t>é</w:t>
      </w:r>
      <w:r w:rsidR="00DE32E1">
        <w:rPr>
          <w:rFonts w:ascii="Arial" w:hAnsi="Arial" w:cs="Arial"/>
          <w:color w:val="171717"/>
          <w:sz w:val="22"/>
          <w:szCs w:val="22"/>
        </w:rPr>
        <w:t xml:space="preserve">. Pojezdová rychlost plynule nastavitelná do min. </w:t>
      </w:r>
      <w:r w:rsidR="004116B3">
        <w:rPr>
          <w:rFonts w:ascii="Arial" w:hAnsi="Arial" w:cs="Arial"/>
          <w:color w:val="171717"/>
          <w:sz w:val="22"/>
          <w:szCs w:val="22"/>
        </w:rPr>
        <w:t>2</w:t>
      </w:r>
      <w:r w:rsidR="00C07BA1">
        <w:rPr>
          <w:rFonts w:ascii="Arial" w:hAnsi="Arial" w:cs="Arial"/>
          <w:color w:val="171717"/>
          <w:sz w:val="22"/>
          <w:szCs w:val="22"/>
        </w:rPr>
        <w:t>0</w:t>
      </w:r>
      <w:r w:rsidR="00DE32E1">
        <w:rPr>
          <w:rFonts w:ascii="Arial" w:hAnsi="Arial" w:cs="Arial"/>
          <w:color w:val="171717"/>
          <w:sz w:val="22"/>
          <w:szCs w:val="22"/>
        </w:rPr>
        <w:t xml:space="preserve"> m/min</w:t>
      </w:r>
      <w:r w:rsidR="004116B3">
        <w:rPr>
          <w:rFonts w:ascii="Arial" w:hAnsi="Arial" w:cs="Arial"/>
          <w:color w:val="171717"/>
          <w:sz w:val="22"/>
          <w:szCs w:val="22"/>
        </w:rPr>
        <w:t xml:space="preserve">. </w:t>
      </w:r>
      <w:r w:rsidR="00B7567F">
        <w:rPr>
          <w:rFonts w:ascii="Arial" w:hAnsi="Arial" w:cs="Arial"/>
          <w:iCs/>
          <w:color w:val="171717"/>
          <w:sz w:val="22"/>
          <w:szCs w:val="22"/>
        </w:rPr>
        <w:t>Změna směru jízdy</w:t>
      </w:r>
      <w:r w:rsidR="007501E9">
        <w:rPr>
          <w:rFonts w:ascii="Arial" w:hAnsi="Arial" w:cs="Arial"/>
          <w:iCs/>
          <w:color w:val="171717"/>
          <w:sz w:val="22"/>
          <w:szCs w:val="22"/>
        </w:rPr>
        <w:t xml:space="preserve"> (vlevo nebo vpravo)</w:t>
      </w:r>
      <w:r w:rsidR="00B7567F">
        <w:rPr>
          <w:rFonts w:ascii="Arial" w:hAnsi="Arial" w:cs="Arial"/>
          <w:iCs/>
          <w:color w:val="171717"/>
          <w:sz w:val="22"/>
          <w:szCs w:val="22"/>
        </w:rPr>
        <w:t xml:space="preserve"> pod zatížením bez použití spojky.</w:t>
      </w:r>
    </w:p>
    <w:p w14:paraId="09034F85" w14:textId="77777777" w:rsidR="00DE32E1" w:rsidRDefault="00DE32E1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color w:val="171717"/>
          <w:sz w:val="22"/>
          <w:szCs w:val="22"/>
        </w:rPr>
      </w:pPr>
      <w:r>
        <w:rPr>
          <w:rFonts w:ascii="Arial" w:hAnsi="Arial" w:cs="Arial"/>
          <w:color w:val="171717"/>
          <w:sz w:val="22"/>
          <w:szCs w:val="22"/>
        </w:rPr>
        <w:t xml:space="preserve">Řízení </w:t>
      </w:r>
      <w:r w:rsidR="00E30A50">
        <w:rPr>
          <w:rFonts w:ascii="Arial" w:hAnsi="Arial" w:cs="Arial"/>
          <w:color w:val="171717"/>
          <w:sz w:val="22"/>
          <w:szCs w:val="22"/>
        </w:rPr>
        <w:t xml:space="preserve">finišeru </w:t>
      </w:r>
      <w:r>
        <w:rPr>
          <w:rFonts w:ascii="Arial" w:hAnsi="Arial" w:cs="Arial"/>
          <w:color w:val="171717"/>
          <w:sz w:val="22"/>
          <w:szCs w:val="22"/>
        </w:rPr>
        <w:t>změnou pracovní rychlosti pásových pojezdů.</w:t>
      </w:r>
    </w:p>
    <w:p w14:paraId="5F0E67E6" w14:textId="77777777" w:rsidR="00DE32E1" w:rsidRDefault="00DE32E1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color w:val="171717"/>
          <w:sz w:val="22"/>
          <w:szCs w:val="22"/>
        </w:rPr>
      </w:pPr>
      <w:r>
        <w:rPr>
          <w:rFonts w:ascii="Arial" w:hAnsi="Arial" w:cs="Arial"/>
          <w:color w:val="171717"/>
          <w:sz w:val="22"/>
          <w:szCs w:val="22"/>
        </w:rPr>
        <w:t xml:space="preserve">Obsah násypky živice min. </w:t>
      </w:r>
      <w:r w:rsidR="00305282">
        <w:rPr>
          <w:rFonts w:ascii="Arial" w:hAnsi="Arial" w:cs="Arial"/>
          <w:color w:val="171717"/>
          <w:sz w:val="22"/>
          <w:szCs w:val="22"/>
        </w:rPr>
        <w:t>9</w:t>
      </w:r>
      <w:r>
        <w:rPr>
          <w:rFonts w:ascii="Arial" w:hAnsi="Arial" w:cs="Arial"/>
          <w:color w:val="171717"/>
          <w:sz w:val="22"/>
          <w:szCs w:val="22"/>
        </w:rPr>
        <w:t> 000 kg</w:t>
      </w:r>
      <w:r w:rsidR="009B660B">
        <w:rPr>
          <w:rFonts w:ascii="Arial" w:hAnsi="Arial" w:cs="Arial"/>
          <w:color w:val="171717"/>
          <w:sz w:val="22"/>
          <w:szCs w:val="22"/>
        </w:rPr>
        <w:t>, vstupní klapka násypky odklopitelná k servisním účelům nahoru. V</w:t>
      </w:r>
      <w:r>
        <w:rPr>
          <w:rFonts w:ascii="Arial" w:hAnsi="Arial" w:cs="Arial"/>
          <w:color w:val="171717"/>
          <w:sz w:val="22"/>
          <w:szCs w:val="22"/>
        </w:rPr>
        <w:t>zájemně nezávislé vyklápění bočních stěn násypky pomocí zvedacích válců, tlačné rolny pro nákladní vozidla na násypce kyvně zavěšen</w:t>
      </w:r>
      <w:r w:rsidR="009B660B">
        <w:rPr>
          <w:rFonts w:ascii="Arial" w:hAnsi="Arial" w:cs="Arial"/>
          <w:color w:val="171717"/>
          <w:sz w:val="22"/>
          <w:szCs w:val="22"/>
        </w:rPr>
        <w:t>é s možností posunutí vpřed o nim. 75 mm</w:t>
      </w:r>
      <w:r>
        <w:rPr>
          <w:rFonts w:ascii="Arial" w:hAnsi="Arial" w:cs="Arial"/>
          <w:color w:val="171717"/>
          <w:sz w:val="22"/>
          <w:szCs w:val="22"/>
        </w:rPr>
        <w:t>.</w:t>
      </w:r>
    </w:p>
    <w:p w14:paraId="46B4C071" w14:textId="77777777" w:rsidR="003C19B7" w:rsidRDefault="003C19B7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color w:val="171717"/>
          <w:sz w:val="22"/>
          <w:szCs w:val="22"/>
        </w:rPr>
      </w:pPr>
      <w:r>
        <w:rPr>
          <w:rFonts w:ascii="Arial" w:hAnsi="Arial" w:cs="Arial"/>
          <w:color w:val="171717"/>
          <w:sz w:val="22"/>
          <w:szCs w:val="22"/>
        </w:rPr>
        <w:t>Čelní sklápěcí klapka násypky hydr</w:t>
      </w:r>
      <w:r w:rsidR="00E30A50">
        <w:rPr>
          <w:rFonts w:ascii="Arial" w:hAnsi="Arial" w:cs="Arial"/>
          <w:color w:val="171717"/>
          <w:sz w:val="22"/>
          <w:szCs w:val="22"/>
        </w:rPr>
        <w:t>aulicky</w:t>
      </w:r>
      <w:r>
        <w:rPr>
          <w:rFonts w:ascii="Arial" w:hAnsi="Arial" w:cs="Arial"/>
          <w:color w:val="171717"/>
          <w:sz w:val="22"/>
          <w:szCs w:val="22"/>
        </w:rPr>
        <w:t xml:space="preserve"> </w:t>
      </w:r>
      <w:r w:rsidR="00713D0E">
        <w:rPr>
          <w:rFonts w:ascii="Arial" w:hAnsi="Arial" w:cs="Arial"/>
          <w:color w:val="171717"/>
          <w:sz w:val="22"/>
          <w:szCs w:val="22"/>
        </w:rPr>
        <w:t>ovládaná.</w:t>
      </w:r>
    </w:p>
    <w:p w14:paraId="1F477962" w14:textId="77777777" w:rsidR="009B660B" w:rsidRDefault="009B660B" w:rsidP="00E061B7">
      <w:pPr>
        <w:widowControl w:val="0"/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color w:val="171717"/>
          <w:sz w:val="22"/>
          <w:szCs w:val="22"/>
        </w:rPr>
      </w:pPr>
      <w:r>
        <w:rPr>
          <w:rFonts w:ascii="Arial" w:hAnsi="Arial" w:cs="Arial"/>
          <w:color w:val="171717"/>
          <w:sz w:val="22"/>
          <w:szCs w:val="22"/>
        </w:rPr>
        <w:t xml:space="preserve"> Příčkové dopravníky (podavače), krátkodobě se zpětným chodem</w:t>
      </w:r>
      <w:r w:rsidR="00034DD9">
        <w:rPr>
          <w:rFonts w:ascii="Arial" w:hAnsi="Arial" w:cs="Arial"/>
          <w:color w:val="171717"/>
          <w:sz w:val="22"/>
          <w:szCs w:val="22"/>
        </w:rPr>
        <w:t>.</w:t>
      </w:r>
    </w:p>
    <w:p w14:paraId="14085F46" w14:textId="77777777" w:rsidR="00B7567F" w:rsidRDefault="00DE32E1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color w:val="171717"/>
          <w:sz w:val="22"/>
          <w:szCs w:val="22"/>
        </w:rPr>
      </w:pPr>
      <w:r>
        <w:rPr>
          <w:rFonts w:ascii="Arial" w:hAnsi="Arial" w:cs="Arial"/>
          <w:color w:val="171717"/>
          <w:sz w:val="22"/>
          <w:szCs w:val="22"/>
        </w:rPr>
        <w:t>Hladící výsuvná lišta 1,</w:t>
      </w:r>
      <w:r w:rsidR="006D213C">
        <w:rPr>
          <w:rFonts w:ascii="Arial" w:hAnsi="Arial" w:cs="Arial"/>
          <w:color w:val="171717"/>
          <w:sz w:val="22"/>
          <w:szCs w:val="22"/>
        </w:rPr>
        <w:t>8</w:t>
      </w:r>
      <w:r>
        <w:rPr>
          <w:rFonts w:ascii="Arial" w:hAnsi="Arial" w:cs="Arial"/>
          <w:color w:val="171717"/>
          <w:sz w:val="22"/>
          <w:szCs w:val="22"/>
        </w:rPr>
        <w:t xml:space="preserve"> m až </w:t>
      </w:r>
      <w:r w:rsidR="00BD490F">
        <w:rPr>
          <w:rFonts w:ascii="Arial" w:hAnsi="Arial" w:cs="Arial"/>
          <w:color w:val="171717"/>
          <w:sz w:val="22"/>
          <w:szCs w:val="22"/>
        </w:rPr>
        <w:t>3,4</w:t>
      </w:r>
      <w:r w:rsidR="006D213C">
        <w:rPr>
          <w:rFonts w:ascii="Arial" w:hAnsi="Arial" w:cs="Arial"/>
          <w:color w:val="171717"/>
          <w:sz w:val="22"/>
          <w:szCs w:val="22"/>
        </w:rPr>
        <w:t xml:space="preserve"> </w:t>
      </w:r>
      <w:r>
        <w:rPr>
          <w:rFonts w:ascii="Arial" w:hAnsi="Arial" w:cs="Arial"/>
          <w:color w:val="171717"/>
          <w:sz w:val="22"/>
          <w:szCs w:val="22"/>
        </w:rPr>
        <w:t xml:space="preserve">m s hutnícími lištami </w:t>
      </w:r>
      <w:r w:rsidR="00DA5F1A">
        <w:rPr>
          <w:rFonts w:ascii="Arial" w:hAnsi="Arial" w:cs="Arial"/>
          <w:iCs/>
          <w:color w:val="171717"/>
          <w:sz w:val="22"/>
          <w:szCs w:val="22"/>
        </w:rPr>
        <w:t xml:space="preserve">(pěch – tamper) </w:t>
      </w:r>
      <w:r>
        <w:rPr>
          <w:rFonts w:ascii="Arial" w:hAnsi="Arial" w:cs="Arial"/>
          <w:color w:val="171717"/>
          <w:sz w:val="22"/>
          <w:szCs w:val="22"/>
        </w:rPr>
        <w:t>a vibrací</w:t>
      </w:r>
      <w:r w:rsidR="00C166EC">
        <w:rPr>
          <w:rFonts w:ascii="Arial" w:hAnsi="Arial" w:cs="Arial"/>
          <w:iCs/>
          <w:color w:val="171717"/>
          <w:sz w:val="22"/>
          <w:szCs w:val="22"/>
        </w:rPr>
        <w:t xml:space="preserve">, možnost hydraulického </w:t>
      </w:r>
      <w:r w:rsidR="000E11D1">
        <w:rPr>
          <w:rFonts w:ascii="Arial" w:hAnsi="Arial" w:cs="Arial"/>
          <w:iCs/>
          <w:color w:val="171717"/>
          <w:sz w:val="22"/>
          <w:szCs w:val="22"/>
        </w:rPr>
        <w:t>o</w:t>
      </w:r>
      <w:r w:rsidR="00D66070">
        <w:rPr>
          <w:rFonts w:ascii="Arial" w:hAnsi="Arial" w:cs="Arial"/>
          <w:iCs/>
          <w:color w:val="171717"/>
          <w:sz w:val="22"/>
          <w:szCs w:val="22"/>
        </w:rPr>
        <w:t>dlehčení lišty pro zlepšení trakce finišeru. Vyhřívané l</w:t>
      </w:r>
      <w:r w:rsidR="00AE30B1">
        <w:rPr>
          <w:rFonts w:ascii="Arial" w:hAnsi="Arial" w:cs="Arial"/>
          <w:iCs/>
          <w:color w:val="171717"/>
          <w:sz w:val="22"/>
          <w:szCs w:val="22"/>
        </w:rPr>
        <w:t>i</w:t>
      </w:r>
      <w:r w:rsidR="00D66070">
        <w:rPr>
          <w:rFonts w:ascii="Arial" w:hAnsi="Arial" w:cs="Arial"/>
          <w:iCs/>
          <w:color w:val="171717"/>
          <w:sz w:val="22"/>
          <w:szCs w:val="22"/>
        </w:rPr>
        <w:t>žiny bočnic.</w:t>
      </w:r>
    </w:p>
    <w:p w14:paraId="203BBC86" w14:textId="77777777" w:rsidR="00DE32E1" w:rsidRPr="00264FC6" w:rsidRDefault="00DE32E1" w:rsidP="009B660B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color w:val="171717"/>
          <w:sz w:val="22"/>
          <w:szCs w:val="22"/>
        </w:rPr>
        <w:t>Elektrické vyhřívání hladící lišty s indikací ohřevu v místě obsluhy.</w:t>
      </w:r>
      <w:r w:rsidR="009B660B">
        <w:rPr>
          <w:rFonts w:ascii="Arial" w:hAnsi="Arial" w:cs="Arial"/>
          <w:bCs/>
          <w:color w:val="171717"/>
          <w:sz w:val="22"/>
          <w:szCs w:val="22"/>
        </w:rPr>
        <w:t xml:space="preserve"> Vytápění</w:t>
      </w:r>
      <w:r w:rsidR="00BD490F">
        <w:rPr>
          <w:rFonts w:ascii="Arial" w:hAnsi="Arial" w:cs="Arial"/>
          <w:bCs/>
          <w:color w:val="171717"/>
          <w:sz w:val="22"/>
          <w:szCs w:val="22"/>
        </w:rPr>
        <w:t xml:space="preserve"> </w:t>
      </w:r>
      <w:r w:rsidR="009B660B">
        <w:rPr>
          <w:rFonts w:ascii="Arial" w:hAnsi="Arial" w:cs="Arial"/>
          <w:bCs/>
          <w:color w:val="171717"/>
          <w:sz w:val="22"/>
          <w:szCs w:val="22"/>
        </w:rPr>
        <w:t>lišty při volnoběhu vznětového motoru</w:t>
      </w:r>
      <w:r w:rsidR="009B660B" w:rsidRPr="00264FC6">
        <w:rPr>
          <w:rFonts w:ascii="Arial" w:hAnsi="Arial" w:cs="Arial"/>
          <w:bCs/>
          <w:sz w:val="22"/>
          <w:szCs w:val="22"/>
        </w:rPr>
        <w:t xml:space="preserve">. </w:t>
      </w:r>
    </w:p>
    <w:p w14:paraId="2EBC2E15" w14:textId="77777777" w:rsidR="00B7567F" w:rsidRPr="00264FC6" w:rsidRDefault="000C2033" w:rsidP="00B7567F">
      <w:pPr>
        <w:pStyle w:val="Zkladntext"/>
        <w:numPr>
          <w:ilvl w:val="0"/>
          <w:numId w:val="37"/>
        </w:numPr>
        <w:jc w:val="both"/>
        <w:rPr>
          <w:rFonts w:ascii="Arial" w:hAnsi="Arial" w:cs="Arial"/>
          <w:b w:val="0"/>
          <w:iCs/>
          <w:sz w:val="22"/>
          <w:szCs w:val="22"/>
        </w:rPr>
      </w:pPr>
      <w:r w:rsidRPr="00264FC6">
        <w:rPr>
          <w:rFonts w:ascii="Arial" w:hAnsi="Arial" w:cs="Arial"/>
          <w:b w:val="0"/>
          <w:sz w:val="22"/>
          <w:szCs w:val="22"/>
        </w:rPr>
        <w:t xml:space="preserve"> </w:t>
      </w:r>
      <w:r w:rsidR="00DE32E1" w:rsidRPr="00264FC6">
        <w:rPr>
          <w:rFonts w:ascii="Arial" w:hAnsi="Arial" w:cs="Arial"/>
          <w:b w:val="0"/>
          <w:sz w:val="22"/>
          <w:szCs w:val="22"/>
        </w:rPr>
        <w:t>Automatické uzamčení výšky hladící lišty při zastavení finišeru.</w:t>
      </w:r>
      <w:r w:rsidR="00B7567F" w:rsidRPr="00264FC6">
        <w:rPr>
          <w:rFonts w:ascii="Arial" w:hAnsi="Arial" w:cs="Arial"/>
          <w:b w:val="0"/>
          <w:iCs/>
          <w:sz w:val="22"/>
          <w:szCs w:val="22"/>
        </w:rPr>
        <w:t xml:space="preserve"> </w:t>
      </w:r>
    </w:p>
    <w:p w14:paraId="0440A776" w14:textId="77777777" w:rsidR="00DE32E1" w:rsidRPr="00264FC6" w:rsidRDefault="000C2033" w:rsidP="00DE32E1">
      <w:pPr>
        <w:numPr>
          <w:ilvl w:val="0"/>
          <w:numId w:val="37"/>
        </w:numPr>
        <w:tabs>
          <w:tab w:val="left" w:pos="181"/>
          <w:tab w:val="left" w:pos="360"/>
        </w:tabs>
        <w:spacing w:before="40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 xml:space="preserve"> </w:t>
      </w:r>
      <w:r w:rsidR="00DE32E1" w:rsidRPr="00264FC6">
        <w:rPr>
          <w:rFonts w:ascii="Arial" w:hAnsi="Arial" w:cs="Arial"/>
          <w:sz w:val="22"/>
          <w:szCs w:val="22"/>
        </w:rPr>
        <w:t>Vzájemně nezávislé hydrostatické pohony šneků a podávačů.</w:t>
      </w:r>
    </w:p>
    <w:p w14:paraId="3F650673" w14:textId="77777777" w:rsidR="00DE32E1" w:rsidRPr="00264FC6" w:rsidRDefault="000C2033" w:rsidP="000908B3">
      <w:pPr>
        <w:pStyle w:val="Zkladntext"/>
        <w:numPr>
          <w:ilvl w:val="0"/>
          <w:numId w:val="37"/>
        </w:numPr>
        <w:jc w:val="both"/>
        <w:rPr>
          <w:rFonts w:ascii="Arial" w:hAnsi="Arial" w:cs="Arial"/>
          <w:b w:val="0"/>
          <w:iCs/>
          <w:sz w:val="22"/>
          <w:szCs w:val="22"/>
        </w:rPr>
      </w:pPr>
      <w:r w:rsidRPr="00264FC6">
        <w:rPr>
          <w:rFonts w:ascii="Arial" w:hAnsi="Arial" w:cs="Arial"/>
          <w:b w:val="0"/>
          <w:sz w:val="22"/>
          <w:szCs w:val="22"/>
        </w:rPr>
        <w:t xml:space="preserve"> </w:t>
      </w:r>
      <w:r w:rsidR="00DE32E1" w:rsidRPr="00264FC6">
        <w:rPr>
          <w:rFonts w:ascii="Arial" w:hAnsi="Arial" w:cs="Arial"/>
          <w:b w:val="0"/>
          <w:sz w:val="22"/>
          <w:szCs w:val="22"/>
        </w:rPr>
        <w:t>Rozdělovací šneky reversibilní letmo zavěšené s plynulou regulací.</w:t>
      </w:r>
    </w:p>
    <w:p w14:paraId="21B5468A" w14:textId="77777777" w:rsidR="00DE32E1" w:rsidRPr="00264FC6" w:rsidRDefault="000C2033" w:rsidP="00BE1DCF">
      <w:pPr>
        <w:numPr>
          <w:ilvl w:val="0"/>
          <w:numId w:val="37"/>
        </w:numPr>
        <w:tabs>
          <w:tab w:val="left" w:pos="181"/>
          <w:tab w:val="left" w:pos="360"/>
        </w:tabs>
        <w:spacing w:before="4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 xml:space="preserve"> </w:t>
      </w:r>
      <w:r w:rsidR="00DE32E1" w:rsidRPr="00264FC6">
        <w:rPr>
          <w:rFonts w:ascii="Arial" w:hAnsi="Arial" w:cs="Arial"/>
          <w:sz w:val="22"/>
          <w:szCs w:val="22"/>
        </w:rPr>
        <w:t>Hydraulicky poháněný částečně reversibilní podávací pás s plynule nastavitelnou rychlostí.</w:t>
      </w:r>
    </w:p>
    <w:p w14:paraId="425FF107" w14:textId="77777777" w:rsidR="00DE32E1" w:rsidRPr="00264FC6" w:rsidRDefault="00DE32E1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 xml:space="preserve">Nivelace podélná a příčná. Dva ovladače nivelace, </w:t>
      </w:r>
      <w:r w:rsidR="00A06F5E" w:rsidRPr="00264FC6">
        <w:rPr>
          <w:rFonts w:ascii="Arial" w:hAnsi="Arial" w:cs="Arial"/>
          <w:sz w:val="22"/>
          <w:szCs w:val="22"/>
        </w:rPr>
        <w:t xml:space="preserve">min. </w:t>
      </w:r>
      <w:r w:rsidRPr="00264FC6">
        <w:rPr>
          <w:rFonts w:ascii="Arial" w:hAnsi="Arial" w:cs="Arial"/>
          <w:sz w:val="22"/>
          <w:szCs w:val="22"/>
        </w:rPr>
        <w:t>jeden ultrazvukový snímač a jeden mechanický snímač</w:t>
      </w:r>
      <w:r w:rsidR="00DE52E2" w:rsidRPr="00264FC6">
        <w:rPr>
          <w:rFonts w:ascii="Arial" w:hAnsi="Arial" w:cs="Arial"/>
          <w:sz w:val="22"/>
          <w:szCs w:val="22"/>
        </w:rPr>
        <w:t>,</w:t>
      </w:r>
      <w:r w:rsidRPr="00264FC6">
        <w:rPr>
          <w:rFonts w:ascii="Arial" w:hAnsi="Arial" w:cs="Arial"/>
          <w:sz w:val="22"/>
          <w:szCs w:val="22"/>
        </w:rPr>
        <w:t xml:space="preserve"> včetně snímače na lankovou dráhu.</w:t>
      </w:r>
    </w:p>
    <w:p w14:paraId="75AE6BA9" w14:textId="77777777" w:rsidR="00BD08A6" w:rsidRPr="00264FC6" w:rsidRDefault="00BD08A6" w:rsidP="00582919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 xml:space="preserve">Čidlo příčného sklonu v širokém rozsahu min. </w:t>
      </w:r>
      <w:r>
        <w:rPr>
          <w:rFonts w:ascii="Arial" w:hAnsi="Arial" w:cs="Arial"/>
          <w:color w:val="171717"/>
          <w:sz w:val="22"/>
          <w:szCs w:val="22"/>
        </w:rPr>
        <w:t>+/-</w:t>
      </w:r>
      <w:r w:rsidR="0025720C">
        <w:rPr>
          <w:rFonts w:ascii="Arial" w:hAnsi="Arial" w:cs="Arial"/>
          <w:color w:val="171717"/>
          <w:sz w:val="22"/>
          <w:szCs w:val="22"/>
        </w:rPr>
        <w:t xml:space="preserve"> </w:t>
      </w:r>
      <w:proofErr w:type="gramStart"/>
      <w:r w:rsidR="00C07BA1">
        <w:rPr>
          <w:rFonts w:ascii="Arial" w:hAnsi="Arial" w:cs="Arial"/>
          <w:color w:val="171717"/>
          <w:sz w:val="22"/>
          <w:szCs w:val="22"/>
        </w:rPr>
        <w:t>5</w:t>
      </w:r>
      <w:r>
        <w:rPr>
          <w:rFonts w:ascii="Arial" w:hAnsi="Arial" w:cs="Arial"/>
          <w:color w:val="171717"/>
          <w:sz w:val="22"/>
          <w:szCs w:val="22"/>
        </w:rPr>
        <w:t>%</w:t>
      </w:r>
      <w:proofErr w:type="gramEnd"/>
      <w:r>
        <w:rPr>
          <w:rFonts w:ascii="Arial" w:hAnsi="Arial" w:cs="Arial"/>
          <w:color w:val="171717"/>
          <w:sz w:val="22"/>
          <w:szCs w:val="22"/>
        </w:rPr>
        <w:t>.</w:t>
      </w:r>
    </w:p>
    <w:p w14:paraId="3F653598" w14:textId="77777777" w:rsidR="00DE32E1" w:rsidRPr="00264FC6" w:rsidRDefault="00BD08A6" w:rsidP="00582919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>U</w:t>
      </w:r>
      <w:r w:rsidR="00DE32E1" w:rsidRPr="00264FC6">
        <w:rPr>
          <w:rFonts w:ascii="Arial" w:hAnsi="Arial" w:cs="Arial"/>
          <w:sz w:val="22"/>
          <w:szCs w:val="22"/>
        </w:rPr>
        <w:t xml:space="preserve">ltrazvukové ovládání </w:t>
      </w:r>
      <w:r w:rsidR="00346DAC" w:rsidRPr="00264FC6">
        <w:rPr>
          <w:rFonts w:ascii="Arial" w:hAnsi="Arial" w:cs="Arial"/>
          <w:sz w:val="22"/>
          <w:szCs w:val="22"/>
        </w:rPr>
        <w:t xml:space="preserve">podávacích </w:t>
      </w:r>
      <w:r w:rsidR="00DE32E1" w:rsidRPr="00264FC6">
        <w:rPr>
          <w:rFonts w:ascii="Arial" w:hAnsi="Arial" w:cs="Arial"/>
          <w:sz w:val="22"/>
          <w:szCs w:val="22"/>
        </w:rPr>
        <w:t>rozdělovacích šneků</w:t>
      </w:r>
      <w:r w:rsidR="00346DAC" w:rsidRPr="00264FC6">
        <w:rPr>
          <w:rFonts w:ascii="Arial" w:hAnsi="Arial" w:cs="Arial"/>
          <w:sz w:val="22"/>
          <w:szCs w:val="22"/>
        </w:rPr>
        <w:t>, hydraulické nastavení výšky šneků</w:t>
      </w:r>
      <w:r w:rsidR="00DE32E1" w:rsidRPr="00264FC6">
        <w:rPr>
          <w:rFonts w:ascii="Arial" w:hAnsi="Arial" w:cs="Arial"/>
          <w:sz w:val="22"/>
          <w:szCs w:val="22"/>
        </w:rPr>
        <w:t>.</w:t>
      </w:r>
    </w:p>
    <w:p w14:paraId="28C5E428" w14:textId="77777777" w:rsidR="00226F34" w:rsidRPr="00264FC6" w:rsidRDefault="00226F34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>Čistící zařízení s nádrží na separační prostředek s</w:t>
      </w:r>
      <w:r w:rsidR="006210C2" w:rsidRPr="00264FC6">
        <w:rPr>
          <w:rFonts w:ascii="Arial" w:hAnsi="Arial" w:cs="Arial"/>
          <w:sz w:val="22"/>
          <w:szCs w:val="22"/>
        </w:rPr>
        <w:t xml:space="preserve"> min. </w:t>
      </w:r>
      <w:r w:rsidRPr="00264FC6">
        <w:rPr>
          <w:rFonts w:ascii="Arial" w:hAnsi="Arial" w:cs="Arial"/>
          <w:sz w:val="22"/>
          <w:szCs w:val="22"/>
        </w:rPr>
        <w:t>1</w:t>
      </w:r>
      <w:r w:rsidR="006210C2" w:rsidRPr="00264FC6">
        <w:rPr>
          <w:rFonts w:ascii="Arial" w:hAnsi="Arial" w:cs="Arial"/>
          <w:sz w:val="22"/>
          <w:szCs w:val="22"/>
        </w:rPr>
        <w:t>0</w:t>
      </w:r>
      <w:r w:rsidRPr="00264FC6">
        <w:rPr>
          <w:rFonts w:ascii="Arial" w:hAnsi="Arial" w:cs="Arial"/>
          <w:sz w:val="22"/>
          <w:szCs w:val="22"/>
        </w:rPr>
        <w:t xml:space="preserve"> m samonavíjecí hadicí </w:t>
      </w:r>
    </w:p>
    <w:p w14:paraId="4ACEA780" w14:textId="77777777" w:rsidR="009D231D" w:rsidRPr="00264FC6" w:rsidRDefault="00BE1DCF" w:rsidP="00A90DB5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>Ruční postřik s</w:t>
      </w:r>
      <w:r w:rsidR="00AE30B1" w:rsidRPr="00264FC6">
        <w:rPr>
          <w:rFonts w:ascii="Arial" w:hAnsi="Arial" w:cs="Arial"/>
          <w:sz w:val="22"/>
          <w:szCs w:val="22"/>
        </w:rPr>
        <w:t xml:space="preserve"> min. </w:t>
      </w:r>
      <w:r w:rsidRPr="00264FC6">
        <w:rPr>
          <w:rFonts w:ascii="Arial" w:hAnsi="Arial" w:cs="Arial"/>
          <w:sz w:val="22"/>
          <w:szCs w:val="22"/>
        </w:rPr>
        <w:t>2</w:t>
      </w:r>
      <w:r w:rsidR="006210C2" w:rsidRPr="00264FC6">
        <w:rPr>
          <w:rFonts w:ascii="Arial" w:hAnsi="Arial" w:cs="Arial"/>
          <w:sz w:val="22"/>
          <w:szCs w:val="22"/>
        </w:rPr>
        <w:t xml:space="preserve"> </w:t>
      </w:r>
      <w:r w:rsidRPr="00264FC6">
        <w:rPr>
          <w:rFonts w:ascii="Arial" w:hAnsi="Arial" w:cs="Arial"/>
          <w:sz w:val="22"/>
          <w:szCs w:val="22"/>
        </w:rPr>
        <w:t>-</w:t>
      </w:r>
      <w:r w:rsidR="00697CE7" w:rsidRPr="00264FC6">
        <w:rPr>
          <w:rFonts w:ascii="Arial" w:hAnsi="Arial" w:cs="Arial"/>
          <w:sz w:val="22"/>
          <w:szCs w:val="22"/>
        </w:rPr>
        <w:t xml:space="preserve"> </w:t>
      </w:r>
      <w:r w:rsidRPr="00264FC6">
        <w:rPr>
          <w:rFonts w:ascii="Arial" w:hAnsi="Arial" w:cs="Arial"/>
          <w:sz w:val="22"/>
          <w:szCs w:val="22"/>
        </w:rPr>
        <w:t>metrovou hadicí pro čištění stroje.</w:t>
      </w:r>
    </w:p>
    <w:p w14:paraId="74FCB296" w14:textId="77777777" w:rsidR="009D231D" w:rsidRPr="00264FC6" w:rsidRDefault="009D231D" w:rsidP="009D231D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>Ovládací panel řidiče v modulárním provedení velký a</w:t>
      </w:r>
      <w:r w:rsidR="0025720C">
        <w:rPr>
          <w:rFonts w:ascii="Arial" w:hAnsi="Arial" w:cs="Arial"/>
          <w:sz w:val="22"/>
          <w:szCs w:val="22"/>
        </w:rPr>
        <w:t xml:space="preserve"> </w:t>
      </w:r>
      <w:r w:rsidRPr="00264FC6">
        <w:rPr>
          <w:rFonts w:ascii="Arial" w:hAnsi="Arial" w:cs="Arial"/>
          <w:sz w:val="22"/>
          <w:szCs w:val="22"/>
        </w:rPr>
        <w:t>barevný displej umožňují snadnou obsluhu a kontrolu finišeru</w:t>
      </w:r>
      <w:r w:rsidR="00076ECE" w:rsidRPr="00264FC6">
        <w:rPr>
          <w:rFonts w:ascii="Arial" w:hAnsi="Arial" w:cs="Arial"/>
          <w:sz w:val="22"/>
          <w:szCs w:val="22"/>
        </w:rPr>
        <w:t>, včetně zobrazení důležitých provozních údajů.</w:t>
      </w:r>
    </w:p>
    <w:p w14:paraId="1D5C2393" w14:textId="77777777" w:rsidR="009D231D" w:rsidRPr="00264FC6" w:rsidRDefault="00DE52E2" w:rsidP="009D231D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>Dva</w:t>
      </w:r>
      <w:r w:rsidR="009D231D" w:rsidRPr="00264FC6">
        <w:rPr>
          <w:rFonts w:ascii="Arial" w:hAnsi="Arial" w:cs="Arial"/>
          <w:sz w:val="22"/>
          <w:szCs w:val="22"/>
        </w:rPr>
        <w:t xml:space="preserve"> ovládací panely lišty pro levou a pravou lištu s barevným displejem pro nastavení lišty.</w:t>
      </w:r>
    </w:p>
    <w:p w14:paraId="72CD7446" w14:textId="77777777" w:rsidR="006D213C" w:rsidRPr="00264FC6" w:rsidRDefault="006D213C" w:rsidP="006D213C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sz w:val="22"/>
          <w:szCs w:val="22"/>
        </w:rPr>
      </w:pPr>
      <w:proofErr w:type="gramStart"/>
      <w:r w:rsidRPr="00264FC6">
        <w:rPr>
          <w:rFonts w:ascii="Arial" w:hAnsi="Arial" w:cs="Arial"/>
          <w:sz w:val="22"/>
          <w:szCs w:val="22"/>
        </w:rPr>
        <w:t xml:space="preserve">Brzdy </w:t>
      </w:r>
      <w:r w:rsidR="002138B9">
        <w:rPr>
          <w:rFonts w:ascii="Arial" w:hAnsi="Arial" w:cs="Arial"/>
          <w:sz w:val="22"/>
          <w:szCs w:val="22"/>
        </w:rPr>
        <w:t>-</w:t>
      </w:r>
      <w:r w:rsidRPr="00264FC6">
        <w:rPr>
          <w:rFonts w:ascii="Arial" w:hAnsi="Arial" w:cs="Arial"/>
          <w:sz w:val="22"/>
          <w:szCs w:val="22"/>
        </w:rPr>
        <w:t xml:space="preserve"> automatické</w:t>
      </w:r>
      <w:proofErr w:type="gramEnd"/>
      <w:r w:rsidRPr="00264FC6">
        <w:rPr>
          <w:rFonts w:ascii="Arial" w:hAnsi="Arial" w:cs="Arial"/>
          <w:sz w:val="22"/>
          <w:szCs w:val="22"/>
        </w:rPr>
        <w:t xml:space="preserve"> blokování ve stavu bez tlaku oleje.</w:t>
      </w:r>
    </w:p>
    <w:p w14:paraId="4EF29245" w14:textId="77777777" w:rsidR="00B7567F" w:rsidRPr="00264FC6" w:rsidRDefault="00B7567F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iCs/>
          <w:sz w:val="22"/>
          <w:szCs w:val="22"/>
        </w:rPr>
        <w:t>Počítadlo provozních motohodin.</w:t>
      </w:r>
    </w:p>
    <w:p w14:paraId="4AE2502F" w14:textId="77777777" w:rsidR="00BE1DCF" w:rsidRPr="00264FC6" w:rsidRDefault="000C2033" w:rsidP="000C2033">
      <w:pPr>
        <w:numPr>
          <w:ilvl w:val="0"/>
          <w:numId w:val="37"/>
        </w:numPr>
        <w:tabs>
          <w:tab w:val="left" w:pos="181"/>
          <w:tab w:val="left" w:pos="360"/>
        </w:tabs>
        <w:spacing w:before="4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lastRenderedPageBreak/>
        <w:t xml:space="preserve"> </w:t>
      </w:r>
      <w:r w:rsidR="00BE1DCF" w:rsidRPr="00264FC6">
        <w:rPr>
          <w:rFonts w:ascii="Arial" w:hAnsi="Arial" w:cs="Arial"/>
          <w:sz w:val="22"/>
          <w:szCs w:val="22"/>
        </w:rPr>
        <w:t>Transportní</w:t>
      </w:r>
      <w:r w:rsidR="00745EFA" w:rsidRPr="00264FC6">
        <w:rPr>
          <w:rFonts w:ascii="Arial" w:hAnsi="Arial" w:cs="Arial"/>
          <w:sz w:val="22"/>
          <w:szCs w:val="22"/>
        </w:rPr>
        <w:t xml:space="preserve"> rozměry: </w:t>
      </w:r>
      <w:r w:rsidR="00502D10" w:rsidRPr="00264FC6">
        <w:rPr>
          <w:rFonts w:ascii="Arial" w:hAnsi="Arial" w:cs="Arial"/>
          <w:sz w:val="22"/>
          <w:szCs w:val="22"/>
        </w:rPr>
        <w:t xml:space="preserve">min. </w:t>
      </w:r>
      <w:r w:rsidR="00745EFA" w:rsidRPr="00264FC6">
        <w:rPr>
          <w:rFonts w:ascii="Arial" w:hAnsi="Arial" w:cs="Arial"/>
          <w:sz w:val="22"/>
          <w:szCs w:val="22"/>
        </w:rPr>
        <w:t xml:space="preserve">průjezdová šířka </w:t>
      </w:r>
      <w:r w:rsidR="003D3870" w:rsidRPr="00264FC6">
        <w:rPr>
          <w:rFonts w:ascii="Arial" w:hAnsi="Arial" w:cs="Arial"/>
          <w:sz w:val="22"/>
          <w:szCs w:val="22"/>
        </w:rPr>
        <w:t>22</w:t>
      </w:r>
      <w:r w:rsidR="00502D10" w:rsidRPr="00264FC6">
        <w:rPr>
          <w:rFonts w:ascii="Arial" w:hAnsi="Arial" w:cs="Arial"/>
          <w:sz w:val="22"/>
          <w:szCs w:val="22"/>
        </w:rPr>
        <w:t>0</w:t>
      </w:r>
      <w:r w:rsidR="00BE1DCF" w:rsidRPr="00264FC6">
        <w:rPr>
          <w:rFonts w:ascii="Arial" w:hAnsi="Arial" w:cs="Arial"/>
          <w:sz w:val="22"/>
          <w:szCs w:val="22"/>
        </w:rPr>
        <w:t xml:space="preserve">0 mm, </w:t>
      </w:r>
      <w:r w:rsidR="00502D10" w:rsidRPr="00264FC6">
        <w:rPr>
          <w:rFonts w:ascii="Arial" w:hAnsi="Arial" w:cs="Arial"/>
          <w:sz w:val="22"/>
          <w:szCs w:val="22"/>
        </w:rPr>
        <w:t xml:space="preserve">max. </w:t>
      </w:r>
      <w:r w:rsidR="00BE1DCF" w:rsidRPr="00264FC6">
        <w:rPr>
          <w:rFonts w:ascii="Arial" w:hAnsi="Arial" w:cs="Arial"/>
          <w:sz w:val="22"/>
          <w:szCs w:val="22"/>
        </w:rPr>
        <w:t>délk</w:t>
      </w:r>
      <w:r w:rsidR="00502D10" w:rsidRPr="00264FC6">
        <w:rPr>
          <w:rFonts w:ascii="Arial" w:hAnsi="Arial" w:cs="Arial"/>
          <w:sz w:val="22"/>
          <w:szCs w:val="22"/>
        </w:rPr>
        <w:t>a</w:t>
      </w:r>
      <w:r w:rsidR="00BE1DCF" w:rsidRPr="00264FC6">
        <w:rPr>
          <w:rFonts w:ascii="Arial" w:hAnsi="Arial" w:cs="Arial"/>
          <w:sz w:val="22"/>
          <w:szCs w:val="22"/>
        </w:rPr>
        <w:t xml:space="preserve"> </w:t>
      </w:r>
      <w:r w:rsidR="009576F9" w:rsidRPr="00264FC6">
        <w:rPr>
          <w:rFonts w:ascii="Arial" w:hAnsi="Arial" w:cs="Arial"/>
          <w:sz w:val="22"/>
          <w:szCs w:val="22"/>
        </w:rPr>
        <w:t>5 000</w:t>
      </w:r>
      <w:r w:rsidR="00BE1DCF" w:rsidRPr="00264FC6">
        <w:rPr>
          <w:rFonts w:ascii="Arial" w:hAnsi="Arial" w:cs="Arial"/>
          <w:sz w:val="22"/>
          <w:szCs w:val="22"/>
        </w:rPr>
        <w:t xml:space="preserve"> mm</w:t>
      </w:r>
      <w:r w:rsidR="00893C77" w:rsidRPr="00264FC6">
        <w:rPr>
          <w:rFonts w:ascii="Arial" w:hAnsi="Arial" w:cs="Arial"/>
          <w:sz w:val="22"/>
          <w:szCs w:val="22"/>
        </w:rPr>
        <w:t xml:space="preserve">, </w:t>
      </w:r>
      <w:r w:rsidR="00502D10" w:rsidRPr="00264FC6">
        <w:rPr>
          <w:rFonts w:ascii="Arial" w:hAnsi="Arial" w:cs="Arial"/>
          <w:sz w:val="22"/>
          <w:szCs w:val="22"/>
        </w:rPr>
        <w:t xml:space="preserve">max. </w:t>
      </w:r>
      <w:r w:rsidR="00893C77" w:rsidRPr="00264FC6">
        <w:rPr>
          <w:rFonts w:ascii="Arial" w:hAnsi="Arial" w:cs="Arial"/>
          <w:sz w:val="22"/>
          <w:szCs w:val="22"/>
        </w:rPr>
        <w:t xml:space="preserve">výška </w:t>
      </w:r>
      <w:r w:rsidRPr="00264FC6">
        <w:rPr>
          <w:rFonts w:ascii="Arial" w:hAnsi="Arial" w:cs="Arial"/>
          <w:sz w:val="22"/>
          <w:szCs w:val="22"/>
        </w:rPr>
        <w:t xml:space="preserve">  </w:t>
      </w:r>
      <w:r w:rsidR="00893C77" w:rsidRPr="00264FC6">
        <w:rPr>
          <w:rFonts w:ascii="Arial" w:hAnsi="Arial" w:cs="Arial"/>
          <w:sz w:val="22"/>
          <w:szCs w:val="22"/>
        </w:rPr>
        <w:t xml:space="preserve"> </w:t>
      </w:r>
      <w:r w:rsidR="00502D10" w:rsidRPr="00264FC6">
        <w:rPr>
          <w:rFonts w:ascii="Arial" w:hAnsi="Arial" w:cs="Arial"/>
          <w:sz w:val="22"/>
          <w:szCs w:val="22"/>
        </w:rPr>
        <w:t xml:space="preserve">3 </w:t>
      </w:r>
      <w:r w:rsidR="00DF5040" w:rsidRPr="00264FC6">
        <w:rPr>
          <w:rFonts w:ascii="Arial" w:hAnsi="Arial" w:cs="Arial"/>
          <w:sz w:val="22"/>
          <w:szCs w:val="22"/>
        </w:rPr>
        <w:t>1</w:t>
      </w:r>
      <w:r w:rsidR="00BE1DCF" w:rsidRPr="00264FC6">
        <w:rPr>
          <w:rFonts w:ascii="Arial" w:hAnsi="Arial" w:cs="Arial"/>
          <w:sz w:val="22"/>
          <w:szCs w:val="22"/>
        </w:rPr>
        <w:t>00 mm</w:t>
      </w:r>
      <w:r w:rsidR="009A70A0" w:rsidRPr="00264FC6">
        <w:rPr>
          <w:rFonts w:ascii="Arial" w:hAnsi="Arial" w:cs="Arial"/>
          <w:sz w:val="22"/>
          <w:szCs w:val="22"/>
        </w:rPr>
        <w:t>.</w:t>
      </w:r>
    </w:p>
    <w:p w14:paraId="672B0339" w14:textId="77777777" w:rsidR="00BE1DCF" w:rsidRPr="00264FC6" w:rsidRDefault="000C2033" w:rsidP="00BE1DCF">
      <w:pPr>
        <w:numPr>
          <w:ilvl w:val="0"/>
          <w:numId w:val="37"/>
        </w:numPr>
        <w:tabs>
          <w:tab w:val="left" w:pos="181"/>
          <w:tab w:val="left" w:pos="360"/>
        </w:tabs>
        <w:spacing w:before="40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 xml:space="preserve"> </w:t>
      </w:r>
      <w:r w:rsidR="00BE1DCF" w:rsidRPr="00264FC6">
        <w:rPr>
          <w:rFonts w:ascii="Arial" w:hAnsi="Arial" w:cs="Arial"/>
          <w:sz w:val="22"/>
          <w:szCs w:val="22"/>
        </w:rPr>
        <w:t>Označení těžiště stroje pro transport.</w:t>
      </w:r>
    </w:p>
    <w:p w14:paraId="78278DFA" w14:textId="77777777" w:rsidR="00BE1DCF" w:rsidRPr="00264FC6" w:rsidRDefault="00BE1DCF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>Ele</w:t>
      </w:r>
      <w:r w:rsidR="006D213C" w:rsidRPr="00264FC6">
        <w:rPr>
          <w:rFonts w:ascii="Arial" w:hAnsi="Arial" w:cs="Arial"/>
          <w:sz w:val="22"/>
          <w:szCs w:val="22"/>
        </w:rPr>
        <w:t>k</w:t>
      </w:r>
      <w:r w:rsidRPr="00264FC6">
        <w:rPr>
          <w:rFonts w:ascii="Arial" w:hAnsi="Arial" w:cs="Arial"/>
          <w:sz w:val="22"/>
          <w:szCs w:val="22"/>
        </w:rPr>
        <w:t>troinstalace 24 V.</w:t>
      </w:r>
    </w:p>
    <w:p w14:paraId="207E9BB8" w14:textId="77777777" w:rsidR="00BE1DCF" w:rsidRPr="00264FC6" w:rsidRDefault="00BE1DCF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>Osvětlení stroje vpředu, vzadu a pracovního prostoru.</w:t>
      </w:r>
    </w:p>
    <w:p w14:paraId="3428AAE6" w14:textId="77777777" w:rsidR="006D213C" w:rsidRPr="00264FC6" w:rsidRDefault="00893C77" w:rsidP="006D213C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iCs/>
          <w:sz w:val="22"/>
          <w:szCs w:val="22"/>
        </w:rPr>
        <w:t>Výsuvný v</w:t>
      </w:r>
      <w:r w:rsidR="00B7567F" w:rsidRPr="00264FC6">
        <w:rPr>
          <w:rFonts w:ascii="Arial" w:hAnsi="Arial" w:cs="Arial"/>
          <w:iCs/>
          <w:sz w:val="22"/>
          <w:szCs w:val="22"/>
        </w:rPr>
        <w:t xml:space="preserve">ýstražný zábleskový maják oranžové barvy. </w:t>
      </w:r>
    </w:p>
    <w:p w14:paraId="17311738" w14:textId="77777777" w:rsidR="00BE1DCF" w:rsidRPr="00264FC6" w:rsidRDefault="00BE1DCF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>Výbava základním</w:t>
      </w:r>
      <w:r w:rsidR="00A827F9" w:rsidRPr="00264FC6">
        <w:rPr>
          <w:rFonts w:ascii="Arial" w:hAnsi="Arial" w:cs="Arial"/>
          <w:sz w:val="22"/>
          <w:szCs w:val="22"/>
        </w:rPr>
        <w:t xml:space="preserve"> nářadím a montážními přípravky s uzamykatelnou skříňkou.</w:t>
      </w:r>
    </w:p>
    <w:p w14:paraId="515474C4" w14:textId="77777777" w:rsidR="00BE1DCF" w:rsidRPr="00264FC6" w:rsidRDefault="00BE1DCF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>Zabezpečení proti vandalismu (uzamykatelná nádrž PHL a kryt ovládacího panelu).</w:t>
      </w:r>
    </w:p>
    <w:p w14:paraId="3010709A" w14:textId="77777777" w:rsidR="001C5FAA" w:rsidRPr="00264FC6" w:rsidRDefault="00610EDB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iCs/>
          <w:sz w:val="22"/>
          <w:szCs w:val="22"/>
        </w:rPr>
        <w:t>Odpojovač akumulátorů</w:t>
      </w:r>
      <w:r w:rsidRPr="00264FC6">
        <w:rPr>
          <w:rFonts w:ascii="Arial" w:hAnsi="Arial" w:cs="Arial"/>
          <w:sz w:val="22"/>
          <w:szCs w:val="22"/>
        </w:rPr>
        <w:t>.</w:t>
      </w:r>
    </w:p>
    <w:p w14:paraId="01BC7EEB" w14:textId="77777777" w:rsidR="003D3870" w:rsidRPr="00264FC6" w:rsidRDefault="003D3870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>Zjednodušené automatické ovládání finišeru při pokládce a přesunu po staveništi</w:t>
      </w:r>
      <w:r w:rsidR="008D6F05" w:rsidRPr="00264FC6">
        <w:rPr>
          <w:rFonts w:ascii="Arial" w:hAnsi="Arial" w:cs="Arial"/>
          <w:sz w:val="22"/>
          <w:szCs w:val="22"/>
        </w:rPr>
        <w:t>.</w:t>
      </w:r>
    </w:p>
    <w:p w14:paraId="375DAEF9" w14:textId="77777777" w:rsidR="00B7567F" w:rsidRPr="00264FC6" w:rsidRDefault="00B7567F" w:rsidP="000C2033">
      <w:pPr>
        <w:numPr>
          <w:ilvl w:val="0"/>
          <w:numId w:val="37"/>
        </w:numPr>
        <w:spacing w:before="40"/>
        <w:ind w:left="714" w:hanging="43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 xml:space="preserve">Do </w:t>
      </w:r>
      <w:r w:rsidR="00A827F9" w:rsidRPr="00264FC6">
        <w:rPr>
          <w:rFonts w:ascii="Arial" w:hAnsi="Arial" w:cs="Arial"/>
          <w:sz w:val="22"/>
          <w:szCs w:val="22"/>
        </w:rPr>
        <w:t>finišeru</w:t>
      </w:r>
      <w:r w:rsidRPr="00264FC6">
        <w:rPr>
          <w:rFonts w:ascii="Arial" w:hAnsi="Arial" w:cs="Arial"/>
          <w:sz w:val="22"/>
          <w:szCs w:val="22"/>
        </w:rPr>
        <w:t xml:space="preserve"> bude namontován </w:t>
      </w:r>
      <w:r w:rsidR="00534568" w:rsidRPr="00264FC6">
        <w:rPr>
          <w:rFonts w:ascii="Arial" w:hAnsi="Arial" w:cs="Arial"/>
          <w:sz w:val="22"/>
          <w:szCs w:val="22"/>
        </w:rPr>
        <w:t>profesionální telematický systém pro optimaliz</w:t>
      </w:r>
      <w:r w:rsidR="00B47BC8" w:rsidRPr="00264FC6">
        <w:rPr>
          <w:rFonts w:ascii="Arial" w:hAnsi="Arial" w:cs="Arial"/>
          <w:sz w:val="22"/>
          <w:szCs w:val="22"/>
        </w:rPr>
        <w:t>aci používání stroje a servisu</w:t>
      </w:r>
      <w:r w:rsidRPr="00264FC6">
        <w:rPr>
          <w:rFonts w:ascii="Arial" w:hAnsi="Arial" w:cs="Arial"/>
          <w:sz w:val="22"/>
          <w:szCs w:val="22"/>
        </w:rPr>
        <w:t>.</w:t>
      </w:r>
    </w:p>
    <w:p w14:paraId="200E69BE" w14:textId="77777777" w:rsidR="00155A50" w:rsidRPr="00264FC6" w:rsidRDefault="00155A50" w:rsidP="00A476E0">
      <w:pPr>
        <w:numPr>
          <w:ilvl w:val="0"/>
          <w:numId w:val="37"/>
        </w:numPr>
        <w:tabs>
          <w:tab w:val="left" w:pos="709"/>
        </w:tabs>
        <w:spacing w:after="30"/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264FC6">
        <w:rPr>
          <w:rFonts w:ascii="Arial" w:hAnsi="Arial" w:cs="Arial"/>
          <w:color w:val="000000"/>
          <w:sz w:val="22"/>
          <w:szCs w:val="22"/>
          <w:lang w:eastAsia="en-US"/>
        </w:rPr>
        <w:t xml:space="preserve">Požadavek aktivních FMS dat pro přenos do GPS modulu třetí </w:t>
      </w:r>
      <w:proofErr w:type="gramStart"/>
      <w:r w:rsidRPr="00264FC6">
        <w:rPr>
          <w:rFonts w:ascii="Arial" w:hAnsi="Arial" w:cs="Arial"/>
          <w:color w:val="000000"/>
          <w:sz w:val="22"/>
          <w:szCs w:val="22"/>
          <w:lang w:eastAsia="en-US"/>
        </w:rPr>
        <w:t>strany,</w:t>
      </w:r>
      <w:proofErr w:type="gramEnd"/>
      <w:r w:rsidR="000A4D02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264FC6">
        <w:rPr>
          <w:rFonts w:ascii="Arial" w:hAnsi="Arial" w:cs="Arial"/>
          <w:color w:val="000000"/>
          <w:sz w:val="22"/>
          <w:szCs w:val="22"/>
          <w:lang w:eastAsia="en-US"/>
        </w:rPr>
        <w:t>čili aktivní FMS brána dle standardního protokolu FMS</w:t>
      </w:r>
      <w:r w:rsidR="00A476E0" w:rsidRPr="00264FC6">
        <w:rPr>
          <w:rFonts w:ascii="Arial" w:hAnsi="Arial" w:cs="Arial"/>
          <w:color w:val="000000"/>
          <w:sz w:val="22"/>
          <w:szCs w:val="22"/>
          <w:lang w:eastAsia="en-US"/>
        </w:rPr>
        <w:t>.</w:t>
      </w:r>
    </w:p>
    <w:p w14:paraId="63FB5BFD" w14:textId="77777777" w:rsidR="00747625" w:rsidRPr="00264FC6" w:rsidRDefault="00747625" w:rsidP="00344F6D">
      <w:pPr>
        <w:tabs>
          <w:tab w:val="left" w:pos="7560"/>
        </w:tabs>
        <w:spacing w:before="40"/>
        <w:jc w:val="both"/>
        <w:rPr>
          <w:rFonts w:ascii="Arial" w:hAnsi="Arial" w:cs="Arial"/>
          <w:sz w:val="22"/>
          <w:szCs w:val="22"/>
          <w:u w:val="single"/>
        </w:rPr>
      </w:pPr>
    </w:p>
    <w:p w14:paraId="3D04DB11" w14:textId="77777777" w:rsidR="00A827F9" w:rsidRPr="00264FC6" w:rsidRDefault="00193669" w:rsidP="00193669">
      <w:pPr>
        <w:tabs>
          <w:tab w:val="left" w:pos="181"/>
          <w:tab w:val="left" w:pos="360"/>
          <w:tab w:val="left" w:pos="720"/>
        </w:tabs>
        <w:rPr>
          <w:rFonts w:ascii="Arial" w:hAnsi="Arial" w:cs="Arial"/>
          <w:b/>
          <w:bCs/>
          <w:sz w:val="22"/>
          <w:szCs w:val="22"/>
        </w:rPr>
      </w:pPr>
      <w:r w:rsidRPr="00264FC6">
        <w:rPr>
          <w:rFonts w:ascii="Arial" w:hAnsi="Arial" w:cs="Arial"/>
          <w:b/>
          <w:bCs/>
          <w:sz w:val="22"/>
          <w:szCs w:val="22"/>
        </w:rPr>
        <w:t xml:space="preserve">     </w:t>
      </w:r>
      <w:r w:rsidR="00A827F9" w:rsidRPr="00264FC6">
        <w:rPr>
          <w:rFonts w:ascii="Arial" w:hAnsi="Arial" w:cs="Arial"/>
          <w:b/>
          <w:bCs/>
          <w:sz w:val="22"/>
          <w:szCs w:val="22"/>
        </w:rPr>
        <w:t>Další požadavky:</w:t>
      </w:r>
    </w:p>
    <w:p w14:paraId="7E54F310" w14:textId="77777777" w:rsidR="00A827F9" w:rsidRPr="00264FC6" w:rsidRDefault="00A827F9" w:rsidP="00AD21B3">
      <w:pPr>
        <w:numPr>
          <w:ilvl w:val="0"/>
          <w:numId w:val="30"/>
        </w:numPr>
        <w:tabs>
          <w:tab w:val="clear" w:pos="720"/>
          <w:tab w:val="num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>Součástí nabídky bude uvedení termínu plnění, záruční doby a umístění servis</w:t>
      </w:r>
      <w:r w:rsidR="00AF4C8D" w:rsidRPr="00264FC6">
        <w:rPr>
          <w:rFonts w:ascii="Arial" w:hAnsi="Arial" w:cs="Arial"/>
          <w:sz w:val="22"/>
          <w:szCs w:val="22"/>
        </w:rPr>
        <w:t xml:space="preserve">ních středisek včetně servisní </w:t>
      </w:r>
      <w:r w:rsidRPr="00264FC6">
        <w:rPr>
          <w:rFonts w:ascii="Arial" w:hAnsi="Arial" w:cs="Arial"/>
          <w:sz w:val="22"/>
          <w:szCs w:val="22"/>
        </w:rPr>
        <w:t>hodinové sazby a sazby za 1 km, dále uvedení lhůt záručních prohlídek včetně uvedení cen za jednotlivé prohlídky se započítáním spotřebovaného materiálu a pracovního času.</w:t>
      </w:r>
    </w:p>
    <w:p w14:paraId="1BFDAF7D" w14:textId="77777777" w:rsidR="00A827F9" w:rsidRPr="00264FC6" w:rsidRDefault="00A827F9" w:rsidP="00193669">
      <w:pPr>
        <w:numPr>
          <w:ilvl w:val="0"/>
          <w:numId w:val="30"/>
        </w:numPr>
        <w:tabs>
          <w:tab w:val="clear" w:pos="720"/>
          <w:tab w:val="num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>D</w:t>
      </w:r>
      <w:r w:rsidR="00193669" w:rsidRPr="00264FC6">
        <w:rPr>
          <w:rFonts w:ascii="Arial" w:hAnsi="Arial" w:cs="Arial"/>
          <w:sz w:val="22"/>
          <w:szCs w:val="22"/>
        </w:rPr>
        <w:t xml:space="preserve">odavatel v nabídce </w:t>
      </w:r>
      <w:proofErr w:type="gramStart"/>
      <w:r w:rsidR="00193669" w:rsidRPr="00264FC6">
        <w:rPr>
          <w:rFonts w:ascii="Arial" w:hAnsi="Arial" w:cs="Arial"/>
          <w:sz w:val="22"/>
          <w:szCs w:val="22"/>
        </w:rPr>
        <w:t>doloží</w:t>
      </w:r>
      <w:proofErr w:type="gramEnd"/>
      <w:r w:rsidR="00193669" w:rsidRPr="00264FC6">
        <w:rPr>
          <w:rFonts w:ascii="Arial" w:hAnsi="Arial" w:cs="Arial"/>
          <w:sz w:val="22"/>
          <w:szCs w:val="22"/>
        </w:rPr>
        <w:t xml:space="preserve"> návod</w:t>
      </w:r>
      <w:r w:rsidRPr="00264FC6">
        <w:rPr>
          <w:rFonts w:ascii="Arial" w:hAnsi="Arial" w:cs="Arial"/>
          <w:sz w:val="22"/>
          <w:szCs w:val="22"/>
        </w:rPr>
        <w:t xml:space="preserve"> k obsluze s bezpečnostními pokyny v elektronické podo</w:t>
      </w:r>
      <w:r w:rsidR="00193669" w:rsidRPr="00264FC6">
        <w:rPr>
          <w:rFonts w:ascii="Arial" w:hAnsi="Arial" w:cs="Arial"/>
          <w:sz w:val="22"/>
          <w:szCs w:val="22"/>
        </w:rPr>
        <w:t>bě</w:t>
      </w:r>
      <w:r w:rsidRPr="00264FC6">
        <w:rPr>
          <w:rFonts w:ascii="Arial" w:hAnsi="Arial" w:cs="Arial"/>
          <w:sz w:val="22"/>
          <w:szCs w:val="22"/>
        </w:rPr>
        <w:t>.</w:t>
      </w:r>
    </w:p>
    <w:p w14:paraId="6E421FDB" w14:textId="77777777" w:rsidR="00193669" w:rsidRPr="00264FC6" w:rsidRDefault="00193669" w:rsidP="00A24EE7">
      <w:pPr>
        <w:tabs>
          <w:tab w:val="num" w:pos="892"/>
        </w:tabs>
        <w:jc w:val="both"/>
        <w:rPr>
          <w:rFonts w:ascii="Arial" w:hAnsi="Arial" w:cs="Arial"/>
          <w:sz w:val="22"/>
          <w:szCs w:val="22"/>
        </w:rPr>
      </w:pPr>
    </w:p>
    <w:p w14:paraId="79CCFF67" w14:textId="77777777" w:rsidR="00A827F9" w:rsidRPr="00264FC6" w:rsidRDefault="00193669" w:rsidP="00193669">
      <w:pPr>
        <w:tabs>
          <w:tab w:val="num" w:pos="892"/>
        </w:tabs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 xml:space="preserve">      </w:t>
      </w:r>
      <w:r w:rsidR="00A827F9" w:rsidRPr="00264FC6">
        <w:rPr>
          <w:rFonts w:ascii="Arial" w:hAnsi="Arial" w:cs="Arial"/>
          <w:sz w:val="22"/>
          <w:szCs w:val="22"/>
        </w:rPr>
        <w:t xml:space="preserve">Požadovaná dokumentace při předání strojů: </w:t>
      </w:r>
    </w:p>
    <w:p w14:paraId="486F1385" w14:textId="77777777" w:rsidR="00A827F9" w:rsidRPr="00264FC6" w:rsidRDefault="00A827F9" w:rsidP="00A827F9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>Předávací protokol, záruční listy a záruční podmínky.</w:t>
      </w:r>
    </w:p>
    <w:p w14:paraId="684CADF4" w14:textId="77777777" w:rsidR="00A827F9" w:rsidRPr="00264FC6" w:rsidRDefault="00A827F9" w:rsidP="000A4D02">
      <w:pPr>
        <w:ind w:left="709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>Návod k obsluze (tištěná forma</w:t>
      </w:r>
      <w:r w:rsidR="00DD627C" w:rsidRPr="00264FC6">
        <w:rPr>
          <w:rFonts w:ascii="Arial" w:hAnsi="Arial" w:cs="Arial"/>
          <w:sz w:val="22"/>
          <w:szCs w:val="22"/>
        </w:rPr>
        <w:t xml:space="preserve"> i elektronicky</w:t>
      </w:r>
      <w:r w:rsidRPr="00264FC6">
        <w:rPr>
          <w:rFonts w:ascii="Arial" w:hAnsi="Arial" w:cs="Arial"/>
          <w:sz w:val="22"/>
          <w:szCs w:val="22"/>
        </w:rPr>
        <w:t>) v českém jazyce, servisní knih</w:t>
      </w:r>
      <w:r w:rsidR="003B36B8" w:rsidRPr="00264FC6">
        <w:rPr>
          <w:rFonts w:ascii="Arial" w:hAnsi="Arial" w:cs="Arial"/>
          <w:sz w:val="22"/>
          <w:szCs w:val="22"/>
        </w:rPr>
        <w:t>a</w:t>
      </w:r>
      <w:r w:rsidRPr="00264FC6">
        <w:rPr>
          <w:rFonts w:ascii="Arial" w:hAnsi="Arial" w:cs="Arial"/>
          <w:sz w:val="22"/>
          <w:szCs w:val="22"/>
        </w:rPr>
        <w:t xml:space="preserve"> v českém jazyce,</w:t>
      </w:r>
      <w:r w:rsidR="000A4D02">
        <w:rPr>
          <w:rFonts w:ascii="Arial" w:hAnsi="Arial" w:cs="Arial"/>
          <w:sz w:val="22"/>
          <w:szCs w:val="22"/>
        </w:rPr>
        <w:t xml:space="preserve"> </w:t>
      </w:r>
      <w:r w:rsidR="00193669" w:rsidRPr="00264FC6">
        <w:rPr>
          <w:rFonts w:ascii="Arial" w:hAnsi="Arial" w:cs="Arial"/>
          <w:sz w:val="22"/>
          <w:szCs w:val="22"/>
        </w:rPr>
        <w:t>katalog</w:t>
      </w:r>
      <w:r w:rsidRPr="00264FC6">
        <w:rPr>
          <w:rFonts w:ascii="Arial" w:hAnsi="Arial" w:cs="Arial"/>
          <w:sz w:val="22"/>
          <w:szCs w:val="22"/>
        </w:rPr>
        <w:t xml:space="preserve"> náhradních dílů. Prohlášení o shodě.</w:t>
      </w:r>
    </w:p>
    <w:p w14:paraId="60BA6545" w14:textId="77777777" w:rsidR="00662315" w:rsidRPr="00264FC6" w:rsidRDefault="00662315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9CBFD07" w14:textId="77777777" w:rsidR="00DC159D" w:rsidRPr="00264FC6" w:rsidRDefault="00DC159D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>V Pardubicích dle elektronického podpisu</w:t>
      </w:r>
    </w:p>
    <w:p w14:paraId="51B6E423" w14:textId="77777777" w:rsidR="00DC159D" w:rsidRPr="00264FC6" w:rsidRDefault="00DC159D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05AF073" w14:textId="77777777" w:rsidR="00DC159D" w:rsidRPr="00264FC6" w:rsidRDefault="00DC159D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BC74E88" w14:textId="77777777" w:rsidR="00DC159D" w:rsidRPr="00264FC6" w:rsidRDefault="00DC159D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81CA0D4" w14:textId="77777777" w:rsidR="00DC159D" w:rsidRPr="00264FC6" w:rsidRDefault="00DC159D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D52D4BB" w14:textId="77777777" w:rsidR="00DC159D" w:rsidRPr="00264FC6" w:rsidRDefault="00DC159D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4DB80377" w14:textId="77777777" w:rsidR="00DC159D" w:rsidRPr="00264FC6" w:rsidRDefault="00DC159D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>Ing. Zdeněk Vašák, ředitel</w:t>
      </w:r>
    </w:p>
    <w:sectPr w:rsidR="00DC159D" w:rsidRPr="00264FC6" w:rsidSect="0011622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709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667BC" w14:textId="77777777" w:rsidR="00996947" w:rsidRDefault="00996947">
      <w:r>
        <w:separator/>
      </w:r>
    </w:p>
  </w:endnote>
  <w:endnote w:type="continuationSeparator" w:id="0">
    <w:p w14:paraId="5714D2B9" w14:textId="77777777" w:rsidR="00996947" w:rsidRDefault="00996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3626B" w14:textId="77777777" w:rsidR="007D52B8" w:rsidRDefault="009B4BD2">
    <w:pPr>
      <w:tabs>
        <w:tab w:val="left" w:pos="4140"/>
        <w:tab w:val="right" w:pos="9180"/>
      </w:tabs>
      <w:ind w:right="-108"/>
      <w:rPr>
        <w:sz w:val="18"/>
      </w:rPr>
    </w:pPr>
    <w:r>
      <w:rPr>
        <w:noProof/>
        <w:sz w:val="20"/>
      </w:rPr>
      <w:pict w14:anchorId="594D852E">
        <v:line id="_x0000_s1026" style="position:absolute;z-index:251656704;mso-wrap-edited:f" from="0,9.35pt" to="459pt,9.35pt" o:allowincell="f" strokecolor="#333" strokeweight=".5pt"/>
      </w:pict>
    </w:r>
  </w:p>
  <w:p w14:paraId="42337AC3" w14:textId="77777777" w:rsidR="007D52B8" w:rsidRDefault="007D52B8" w:rsidP="003F7066">
    <w:pPr>
      <w:ind w:left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479B1" w14:textId="77777777" w:rsidR="007D52B8" w:rsidRDefault="009B4BD2">
    <w:pPr>
      <w:tabs>
        <w:tab w:val="left" w:pos="4140"/>
        <w:tab w:val="right" w:pos="9180"/>
      </w:tabs>
      <w:rPr>
        <w:sz w:val="18"/>
      </w:rPr>
    </w:pPr>
    <w:r>
      <w:pict w14:anchorId="0DFB2954">
        <v:line id="_x0000_s1025" style="position:absolute;z-index:251658752;mso-wrap-edited:f" from="-2.85pt,6.7pt" to="461.7pt,6.7pt"/>
      </w:pict>
    </w:r>
  </w:p>
  <w:p w14:paraId="15ED45EF" w14:textId="77777777" w:rsidR="007D52B8" w:rsidRDefault="007D52B8" w:rsidP="003F70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28916" w14:textId="77777777" w:rsidR="00996947" w:rsidRDefault="00996947">
      <w:r>
        <w:separator/>
      </w:r>
    </w:p>
  </w:footnote>
  <w:footnote w:type="continuationSeparator" w:id="0">
    <w:p w14:paraId="6F9DCA6E" w14:textId="77777777" w:rsidR="00996947" w:rsidRDefault="00996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CF7B2" w14:textId="77777777" w:rsidR="007D52B8" w:rsidRDefault="007D52B8">
    <w:pPr>
      <w:rPr>
        <w:rFonts w:ascii="Arial" w:hAnsi="Arial"/>
        <w:sz w:val="16"/>
      </w:rPr>
    </w:pPr>
    <w:r>
      <w:rPr>
        <w:rFonts w:ascii="Arial" w:hAnsi="Arial"/>
        <w:sz w:val="16"/>
      </w:rPr>
      <w:t xml:space="preserve">Zadávací podmínky </w:t>
    </w:r>
    <w:proofErr w:type="gramStart"/>
    <w:r>
      <w:rPr>
        <w:rFonts w:ascii="Arial" w:hAnsi="Arial"/>
        <w:sz w:val="16"/>
      </w:rPr>
      <w:t xml:space="preserve">–  </w:t>
    </w:r>
    <w:r w:rsidR="005479C4" w:rsidRPr="00BE209D">
      <w:rPr>
        <w:rFonts w:ascii="Arial" w:hAnsi="Arial"/>
        <w:sz w:val="16"/>
        <w:u w:val="single"/>
      </w:rPr>
      <w:t>Dodávka</w:t>
    </w:r>
    <w:proofErr w:type="gramEnd"/>
    <w:r w:rsidR="005479C4" w:rsidRPr="00BE209D">
      <w:rPr>
        <w:rFonts w:ascii="Arial" w:hAnsi="Arial"/>
        <w:sz w:val="16"/>
        <w:u w:val="single"/>
      </w:rPr>
      <w:t xml:space="preserve"> pokladače </w:t>
    </w:r>
    <w:r w:rsidR="002E2375">
      <w:rPr>
        <w:rFonts w:ascii="Arial" w:hAnsi="Arial"/>
        <w:sz w:val="16"/>
        <w:u w:val="single"/>
      </w:rPr>
      <w:t xml:space="preserve">živičných směsí </w:t>
    </w:r>
    <w:r w:rsidR="005479C4" w:rsidRPr="00BE209D">
      <w:rPr>
        <w:rFonts w:ascii="Arial" w:hAnsi="Arial"/>
        <w:sz w:val="16"/>
        <w:u w:val="single"/>
      </w:rPr>
      <w:t>(finišeru)</w:t>
    </w:r>
    <w:r w:rsidR="003B36B8">
      <w:rPr>
        <w:rFonts w:ascii="Arial" w:hAnsi="Arial"/>
        <w:sz w:val="16"/>
        <w:u w:val="single"/>
      </w:rPr>
      <w:t xml:space="preserve"> pro cestmistrovství Pardubice</w:t>
    </w:r>
    <w:r w:rsidR="00E45E05">
      <w:rPr>
        <w:rFonts w:ascii="Arial" w:hAnsi="Arial"/>
        <w:sz w:val="16"/>
      </w:rPr>
      <w:t xml:space="preserve">      </w:t>
    </w:r>
    <w:r w:rsidR="002E2375">
      <w:rPr>
        <w:rFonts w:ascii="Arial" w:hAnsi="Arial"/>
        <w:sz w:val="16"/>
      </w:rPr>
      <w:t xml:space="preserve">                                 </w:t>
    </w:r>
    <w:r w:rsidR="00084C36">
      <w:rPr>
        <w:rFonts w:ascii="Arial" w:hAnsi="Arial"/>
        <w:sz w:val="16"/>
      </w:rPr>
      <w:t>strana</w:t>
    </w:r>
    <w:r>
      <w:rPr>
        <w:rFonts w:ascii="Arial" w:hAnsi="Arial"/>
        <w:sz w:val="16"/>
      </w:rPr>
      <w:t xml:space="preserve">: </w:t>
    </w: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E071FE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14:paraId="45575B47" w14:textId="77777777" w:rsidR="007D52B8" w:rsidRDefault="009B4BD2">
    <w:pPr>
      <w:rPr>
        <w:rFonts w:ascii="Arial Black" w:hAnsi="Arial Black"/>
      </w:rPr>
    </w:pPr>
    <w:r>
      <w:rPr>
        <w:rFonts w:ascii="Arial Black" w:hAnsi="Arial Black"/>
        <w:noProof/>
        <w:sz w:val="20"/>
      </w:rPr>
      <w:pict w14:anchorId="6D7C6C24">
        <v:line id="_x0000_s1027" style="position:absolute;z-index:251657728;mso-wrap-edited:f" from="0,1.6pt" to="459pt,1.6pt" o:allowincell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7149E" w14:textId="77777777" w:rsidR="00084C36" w:rsidRPr="00BE209D" w:rsidRDefault="00084C36" w:rsidP="00BE209D">
    <w:pPr>
      <w:pStyle w:val="Zhlav"/>
      <w:rPr>
        <w:rFonts w:ascii="Arial" w:hAnsi="Arial"/>
        <w:sz w:val="16"/>
        <w:u w:val="single"/>
      </w:rPr>
    </w:pPr>
    <w:r w:rsidRPr="00BE209D">
      <w:rPr>
        <w:rFonts w:ascii="Arial" w:hAnsi="Arial"/>
        <w:sz w:val="16"/>
        <w:u w:val="single"/>
      </w:rPr>
      <w:t>Za</w:t>
    </w:r>
    <w:r w:rsidR="00D9770A" w:rsidRPr="00BE209D">
      <w:rPr>
        <w:rFonts w:ascii="Arial" w:hAnsi="Arial"/>
        <w:sz w:val="16"/>
        <w:u w:val="single"/>
      </w:rPr>
      <w:t xml:space="preserve">dávací podmínky </w:t>
    </w:r>
    <w:proofErr w:type="gramStart"/>
    <w:r w:rsidR="00D9770A" w:rsidRPr="00BE209D">
      <w:rPr>
        <w:rFonts w:ascii="Arial" w:hAnsi="Arial"/>
        <w:sz w:val="16"/>
        <w:u w:val="single"/>
      </w:rPr>
      <w:t xml:space="preserve">–  </w:t>
    </w:r>
    <w:bookmarkStart w:id="1" w:name="_Hlk55215233"/>
    <w:r w:rsidR="00D9770A" w:rsidRPr="00BE209D">
      <w:rPr>
        <w:rFonts w:ascii="Arial" w:hAnsi="Arial"/>
        <w:sz w:val="16"/>
        <w:u w:val="single"/>
      </w:rPr>
      <w:t>Dodávka</w:t>
    </w:r>
    <w:proofErr w:type="gramEnd"/>
    <w:r w:rsidR="00D9770A" w:rsidRPr="00BE209D">
      <w:rPr>
        <w:rFonts w:ascii="Arial" w:hAnsi="Arial"/>
        <w:sz w:val="16"/>
        <w:u w:val="single"/>
      </w:rPr>
      <w:t xml:space="preserve"> pokladače </w:t>
    </w:r>
    <w:r w:rsidR="002E2375">
      <w:rPr>
        <w:rFonts w:ascii="Arial" w:hAnsi="Arial"/>
        <w:sz w:val="16"/>
        <w:u w:val="single"/>
      </w:rPr>
      <w:t xml:space="preserve">živičných směsí </w:t>
    </w:r>
    <w:r w:rsidR="00D9770A" w:rsidRPr="00BE209D">
      <w:rPr>
        <w:rFonts w:ascii="Arial" w:hAnsi="Arial"/>
        <w:sz w:val="16"/>
        <w:u w:val="single"/>
      </w:rPr>
      <w:t>(finišeru)</w:t>
    </w:r>
    <w:bookmarkEnd w:id="1"/>
    <w:r w:rsidR="007E2C05">
      <w:rPr>
        <w:rFonts w:ascii="Arial" w:hAnsi="Arial"/>
        <w:sz w:val="16"/>
        <w:u w:val="single"/>
      </w:rPr>
      <w:t xml:space="preserve"> pro cestmistrovství Pardubice</w:t>
    </w:r>
    <w:r w:rsidR="00BE209D" w:rsidRPr="00BE209D">
      <w:rPr>
        <w:rFonts w:ascii="Arial" w:hAnsi="Arial"/>
        <w:sz w:val="16"/>
        <w:u w:val="single"/>
      </w:rPr>
      <w:tab/>
      <w:t>s</w:t>
    </w:r>
    <w:r w:rsidRPr="00BE209D">
      <w:rPr>
        <w:rFonts w:ascii="Arial" w:hAnsi="Arial"/>
        <w:sz w:val="16"/>
        <w:u w:val="single"/>
      </w:rPr>
      <w:t>trana: 1</w:t>
    </w:r>
    <w:r w:rsidRPr="00BE209D">
      <w:rPr>
        <w:rFonts w:ascii="Arial" w:hAnsi="Arial"/>
        <w:sz w:val="16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27E50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A42637"/>
    <w:multiLevelType w:val="hybridMultilevel"/>
    <w:tmpl w:val="7FCE7334"/>
    <w:lvl w:ilvl="0" w:tplc="25D48FE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E2497"/>
    <w:multiLevelType w:val="hybridMultilevel"/>
    <w:tmpl w:val="CEBA4774"/>
    <w:lvl w:ilvl="0" w:tplc="8C18DC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40615"/>
    <w:multiLevelType w:val="hybridMultilevel"/>
    <w:tmpl w:val="1EDAD258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26B5104"/>
    <w:multiLevelType w:val="hybridMultilevel"/>
    <w:tmpl w:val="83AE2882"/>
    <w:lvl w:ilvl="0" w:tplc="4FC830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D16DF6"/>
    <w:multiLevelType w:val="hybridMultilevel"/>
    <w:tmpl w:val="AA20361A"/>
    <w:lvl w:ilvl="0" w:tplc="0405000F">
      <w:start w:val="1"/>
      <w:numFmt w:val="decimal"/>
      <w:lvlText w:val="%1."/>
      <w:lvlJc w:val="left"/>
      <w:pPr>
        <w:ind w:left="5040" w:hanging="360"/>
      </w:pPr>
    </w:lvl>
    <w:lvl w:ilvl="1" w:tplc="04050019" w:tentative="1">
      <w:start w:val="1"/>
      <w:numFmt w:val="lowerLetter"/>
      <w:lvlText w:val="%2."/>
      <w:lvlJc w:val="left"/>
      <w:pPr>
        <w:ind w:left="5760" w:hanging="360"/>
      </w:pPr>
    </w:lvl>
    <w:lvl w:ilvl="2" w:tplc="0405001B" w:tentative="1">
      <w:start w:val="1"/>
      <w:numFmt w:val="lowerRoman"/>
      <w:lvlText w:val="%3."/>
      <w:lvlJc w:val="right"/>
      <w:pPr>
        <w:ind w:left="6480" w:hanging="180"/>
      </w:pPr>
    </w:lvl>
    <w:lvl w:ilvl="3" w:tplc="0405000F" w:tentative="1">
      <w:start w:val="1"/>
      <w:numFmt w:val="decimal"/>
      <w:lvlText w:val="%4."/>
      <w:lvlJc w:val="left"/>
      <w:pPr>
        <w:ind w:left="7200" w:hanging="360"/>
      </w:pPr>
    </w:lvl>
    <w:lvl w:ilvl="4" w:tplc="04050019" w:tentative="1">
      <w:start w:val="1"/>
      <w:numFmt w:val="lowerLetter"/>
      <w:lvlText w:val="%5."/>
      <w:lvlJc w:val="left"/>
      <w:pPr>
        <w:ind w:left="7920" w:hanging="360"/>
      </w:pPr>
    </w:lvl>
    <w:lvl w:ilvl="5" w:tplc="0405001B" w:tentative="1">
      <w:start w:val="1"/>
      <w:numFmt w:val="lowerRoman"/>
      <w:lvlText w:val="%6."/>
      <w:lvlJc w:val="right"/>
      <w:pPr>
        <w:ind w:left="8640" w:hanging="180"/>
      </w:pPr>
    </w:lvl>
    <w:lvl w:ilvl="6" w:tplc="0405000F" w:tentative="1">
      <w:start w:val="1"/>
      <w:numFmt w:val="decimal"/>
      <w:lvlText w:val="%7."/>
      <w:lvlJc w:val="left"/>
      <w:pPr>
        <w:ind w:left="9360" w:hanging="360"/>
      </w:pPr>
    </w:lvl>
    <w:lvl w:ilvl="7" w:tplc="04050019" w:tentative="1">
      <w:start w:val="1"/>
      <w:numFmt w:val="lowerLetter"/>
      <w:lvlText w:val="%8."/>
      <w:lvlJc w:val="left"/>
      <w:pPr>
        <w:ind w:left="10080" w:hanging="360"/>
      </w:pPr>
    </w:lvl>
    <w:lvl w:ilvl="8" w:tplc="040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9" w15:restartNumberingAfterBreak="0">
    <w:nsid w:val="1E333A0E"/>
    <w:multiLevelType w:val="hybridMultilevel"/>
    <w:tmpl w:val="B914D496"/>
    <w:lvl w:ilvl="0" w:tplc="26921DB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F9D767C"/>
    <w:multiLevelType w:val="hybridMultilevel"/>
    <w:tmpl w:val="F8D247F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1017E3"/>
    <w:multiLevelType w:val="hybridMultilevel"/>
    <w:tmpl w:val="41C222D4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50722"/>
    <w:multiLevelType w:val="multilevel"/>
    <w:tmpl w:val="C4BE1E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F0202E"/>
    <w:multiLevelType w:val="multilevel"/>
    <w:tmpl w:val="71B6E82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F24578"/>
    <w:multiLevelType w:val="hybridMultilevel"/>
    <w:tmpl w:val="DCAEB7CC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20750"/>
    <w:multiLevelType w:val="hybridMultilevel"/>
    <w:tmpl w:val="8460E388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B42CF"/>
    <w:multiLevelType w:val="hybridMultilevel"/>
    <w:tmpl w:val="8516189E"/>
    <w:lvl w:ilvl="0" w:tplc="025CDE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B4CBE"/>
    <w:multiLevelType w:val="hybridMultilevel"/>
    <w:tmpl w:val="A28EB6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26C76"/>
    <w:multiLevelType w:val="hybridMultilevel"/>
    <w:tmpl w:val="76307F22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9" w15:restartNumberingAfterBreak="0">
    <w:nsid w:val="3D360DFC"/>
    <w:multiLevelType w:val="hybridMultilevel"/>
    <w:tmpl w:val="E060751A"/>
    <w:lvl w:ilvl="0" w:tplc="854057E6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7824CD"/>
    <w:multiLevelType w:val="multilevel"/>
    <w:tmpl w:val="54C449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5B273FB"/>
    <w:multiLevelType w:val="hybridMultilevel"/>
    <w:tmpl w:val="6F9AF3C8"/>
    <w:lvl w:ilvl="0" w:tplc="06960A96">
      <w:start w:val="5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A16D7"/>
    <w:multiLevelType w:val="hybridMultilevel"/>
    <w:tmpl w:val="B3487E3E"/>
    <w:lvl w:ilvl="0" w:tplc="14DA34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5D48FE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CD3064"/>
    <w:multiLevelType w:val="hybridMultilevel"/>
    <w:tmpl w:val="57A47FBC"/>
    <w:lvl w:ilvl="0" w:tplc="040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4" w15:restartNumberingAfterBreak="0">
    <w:nsid w:val="4B203CB3"/>
    <w:multiLevelType w:val="hybridMultilevel"/>
    <w:tmpl w:val="6B16C1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262BEB"/>
    <w:multiLevelType w:val="hybridMultilevel"/>
    <w:tmpl w:val="3FCE2B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F2E5380"/>
    <w:multiLevelType w:val="hybridMultilevel"/>
    <w:tmpl w:val="1B60A060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5014530B"/>
    <w:multiLevelType w:val="multilevel"/>
    <w:tmpl w:val="AB94D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28" w15:restartNumberingAfterBreak="0">
    <w:nsid w:val="50FD3D5A"/>
    <w:multiLevelType w:val="hybridMultilevel"/>
    <w:tmpl w:val="07C46EEC"/>
    <w:lvl w:ilvl="0" w:tplc="DBF0185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B11673"/>
    <w:multiLevelType w:val="hybridMultilevel"/>
    <w:tmpl w:val="69A44066"/>
    <w:lvl w:ilvl="0" w:tplc="901AADBA">
      <w:start w:val="3"/>
      <w:numFmt w:val="lowerLetter"/>
      <w:lvlText w:val="%1)"/>
      <w:lvlJc w:val="left"/>
      <w:pPr>
        <w:ind w:left="1068" w:hanging="360"/>
      </w:pPr>
      <w:rPr>
        <w:rFonts w:hint="default"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A0F4ADD"/>
    <w:multiLevelType w:val="hybridMultilevel"/>
    <w:tmpl w:val="7E0E560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25484E"/>
    <w:multiLevelType w:val="hybridMultilevel"/>
    <w:tmpl w:val="55B67764"/>
    <w:lvl w:ilvl="0" w:tplc="611833DA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133783"/>
    <w:multiLevelType w:val="hybridMultilevel"/>
    <w:tmpl w:val="07C46EEC"/>
    <w:lvl w:ilvl="0" w:tplc="DBF018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34" w15:restartNumberingAfterBreak="0">
    <w:nsid w:val="6B637960"/>
    <w:multiLevelType w:val="hybridMultilevel"/>
    <w:tmpl w:val="66B4A70E"/>
    <w:lvl w:ilvl="0" w:tplc="0405000F">
      <w:start w:val="1"/>
      <w:numFmt w:val="decimal"/>
      <w:lvlText w:val="%1."/>
      <w:lvlJc w:val="left"/>
      <w:pPr>
        <w:ind w:left="8280" w:hanging="360"/>
      </w:pPr>
    </w:lvl>
    <w:lvl w:ilvl="1" w:tplc="04050019" w:tentative="1">
      <w:start w:val="1"/>
      <w:numFmt w:val="lowerLetter"/>
      <w:lvlText w:val="%2."/>
      <w:lvlJc w:val="left"/>
      <w:pPr>
        <w:ind w:left="9000" w:hanging="360"/>
      </w:pPr>
    </w:lvl>
    <w:lvl w:ilvl="2" w:tplc="0405001B" w:tentative="1">
      <w:start w:val="1"/>
      <w:numFmt w:val="lowerRoman"/>
      <w:lvlText w:val="%3."/>
      <w:lvlJc w:val="right"/>
      <w:pPr>
        <w:ind w:left="9720" w:hanging="180"/>
      </w:pPr>
    </w:lvl>
    <w:lvl w:ilvl="3" w:tplc="0405000F" w:tentative="1">
      <w:start w:val="1"/>
      <w:numFmt w:val="decimal"/>
      <w:lvlText w:val="%4."/>
      <w:lvlJc w:val="left"/>
      <w:pPr>
        <w:ind w:left="10440" w:hanging="360"/>
      </w:pPr>
    </w:lvl>
    <w:lvl w:ilvl="4" w:tplc="04050019" w:tentative="1">
      <w:start w:val="1"/>
      <w:numFmt w:val="lowerLetter"/>
      <w:lvlText w:val="%5."/>
      <w:lvlJc w:val="left"/>
      <w:pPr>
        <w:ind w:left="11160" w:hanging="360"/>
      </w:pPr>
    </w:lvl>
    <w:lvl w:ilvl="5" w:tplc="0405001B" w:tentative="1">
      <w:start w:val="1"/>
      <w:numFmt w:val="lowerRoman"/>
      <w:lvlText w:val="%6."/>
      <w:lvlJc w:val="right"/>
      <w:pPr>
        <w:ind w:left="11880" w:hanging="180"/>
      </w:pPr>
    </w:lvl>
    <w:lvl w:ilvl="6" w:tplc="0405000F" w:tentative="1">
      <w:start w:val="1"/>
      <w:numFmt w:val="decimal"/>
      <w:lvlText w:val="%7."/>
      <w:lvlJc w:val="left"/>
      <w:pPr>
        <w:ind w:left="12600" w:hanging="360"/>
      </w:pPr>
    </w:lvl>
    <w:lvl w:ilvl="7" w:tplc="04050019" w:tentative="1">
      <w:start w:val="1"/>
      <w:numFmt w:val="lowerLetter"/>
      <w:lvlText w:val="%8."/>
      <w:lvlJc w:val="left"/>
      <w:pPr>
        <w:ind w:left="13320" w:hanging="360"/>
      </w:pPr>
    </w:lvl>
    <w:lvl w:ilvl="8" w:tplc="0405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35" w15:restartNumberingAfterBreak="0">
    <w:nsid w:val="6BBF572F"/>
    <w:multiLevelType w:val="hybridMultilevel"/>
    <w:tmpl w:val="5B7E7E0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3223E62"/>
    <w:multiLevelType w:val="hybridMultilevel"/>
    <w:tmpl w:val="008AF570"/>
    <w:lvl w:ilvl="0" w:tplc="BFCEC2D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892F25"/>
    <w:multiLevelType w:val="multilevel"/>
    <w:tmpl w:val="9FA6129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40" w15:restartNumberingAfterBreak="0">
    <w:nsid w:val="77C62E12"/>
    <w:multiLevelType w:val="hybridMultilevel"/>
    <w:tmpl w:val="8EEA5486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9820AE"/>
    <w:multiLevelType w:val="multilevel"/>
    <w:tmpl w:val="EDA8DCB4"/>
    <w:lvl w:ilvl="0">
      <w:start w:val="1"/>
      <w:numFmt w:val="decimal"/>
      <w:pStyle w:val="seznam1"/>
      <w:suff w:val="space"/>
      <w:lvlText w:val="%1."/>
      <w:lvlJc w:val="left"/>
      <w:pPr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2" w15:restartNumberingAfterBreak="0">
    <w:nsid w:val="7C8F41A3"/>
    <w:multiLevelType w:val="hybridMultilevel"/>
    <w:tmpl w:val="AE269E4C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1449295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" w16cid:durableId="715086047">
    <w:abstractNumId w:val="3"/>
  </w:num>
  <w:num w:numId="3" w16cid:durableId="823473901">
    <w:abstractNumId w:val="39"/>
  </w:num>
  <w:num w:numId="4" w16cid:durableId="1368414011">
    <w:abstractNumId w:val="19"/>
  </w:num>
  <w:num w:numId="5" w16cid:durableId="1296257766">
    <w:abstractNumId w:val="10"/>
  </w:num>
  <w:num w:numId="6" w16cid:durableId="323165604">
    <w:abstractNumId w:val="38"/>
  </w:num>
  <w:num w:numId="7" w16cid:durableId="1551259126">
    <w:abstractNumId w:val="22"/>
  </w:num>
  <w:num w:numId="8" w16cid:durableId="1990091578">
    <w:abstractNumId w:val="4"/>
  </w:num>
  <w:num w:numId="9" w16cid:durableId="1649548904">
    <w:abstractNumId w:val="11"/>
  </w:num>
  <w:num w:numId="10" w16cid:durableId="1134714239">
    <w:abstractNumId w:val="42"/>
  </w:num>
  <w:num w:numId="11" w16cid:durableId="167067224">
    <w:abstractNumId w:val="40"/>
  </w:num>
  <w:num w:numId="12" w16cid:durableId="2025205383">
    <w:abstractNumId w:val="15"/>
  </w:num>
  <w:num w:numId="13" w16cid:durableId="926038209">
    <w:abstractNumId w:val="7"/>
  </w:num>
  <w:num w:numId="14" w16cid:durableId="2134902905">
    <w:abstractNumId w:val="33"/>
  </w:num>
  <w:num w:numId="15" w16cid:durableId="7721646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4731173">
    <w:abstractNumId w:val="14"/>
  </w:num>
  <w:num w:numId="17" w16cid:durableId="1519387441">
    <w:abstractNumId w:val="16"/>
  </w:num>
  <w:num w:numId="18" w16cid:durableId="720329015">
    <w:abstractNumId w:val="20"/>
  </w:num>
  <w:num w:numId="19" w16cid:durableId="171091115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0011143">
    <w:abstractNumId w:val="1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1" w16cid:durableId="194125599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2" w16cid:durableId="1227061434">
    <w:abstractNumId w:val="5"/>
  </w:num>
  <w:num w:numId="23" w16cid:durableId="1545829881">
    <w:abstractNumId w:val="26"/>
  </w:num>
  <w:num w:numId="24" w16cid:durableId="2127263620">
    <w:abstractNumId w:val="18"/>
  </w:num>
  <w:num w:numId="25" w16cid:durableId="1254120037">
    <w:abstractNumId w:val="12"/>
  </w:num>
  <w:num w:numId="26" w16cid:durableId="547883679">
    <w:abstractNumId w:val="6"/>
  </w:num>
  <w:num w:numId="27" w16cid:durableId="45614884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72839596">
    <w:abstractNumId w:val="37"/>
  </w:num>
  <w:num w:numId="29" w16cid:durableId="728504590">
    <w:abstractNumId w:val="9"/>
  </w:num>
  <w:num w:numId="30" w16cid:durableId="1386878941">
    <w:abstractNumId w:val="21"/>
  </w:num>
  <w:num w:numId="31" w16cid:durableId="642546029">
    <w:abstractNumId w:val="30"/>
  </w:num>
  <w:num w:numId="32" w16cid:durableId="424957233">
    <w:abstractNumId w:val="24"/>
  </w:num>
  <w:num w:numId="33" w16cid:durableId="329069556">
    <w:abstractNumId w:val="13"/>
  </w:num>
  <w:num w:numId="34" w16cid:durableId="1743408279">
    <w:abstractNumId w:val="25"/>
  </w:num>
  <w:num w:numId="35" w16cid:durableId="223949018">
    <w:abstractNumId w:val="41"/>
  </w:num>
  <w:num w:numId="36" w16cid:durableId="1299337865">
    <w:abstractNumId w:val="34"/>
  </w:num>
  <w:num w:numId="37" w16cid:durableId="613825614">
    <w:abstractNumId w:val="28"/>
  </w:num>
  <w:num w:numId="38" w16cid:durableId="768547767">
    <w:abstractNumId w:val="35"/>
  </w:num>
  <w:num w:numId="39" w16cid:durableId="1917737001">
    <w:abstractNumId w:val="17"/>
  </w:num>
  <w:num w:numId="40" w16cid:durableId="1483425229">
    <w:abstractNumId w:val="32"/>
  </w:num>
  <w:num w:numId="41" w16cid:durableId="40716106">
    <w:abstractNumId w:val="8"/>
  </w:num>
  <w:num w:numId="42" w16cid:durableId="482742774">
    <w:abstractNumId w:val="31"/>
  </w:num>
  <w:num w:numId="43" w16cid:durableId="93089352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106090581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 w16cid:durableId="276714271">
    <w:abstractNumId w:val="27"/>
  </w:num>
  <w:num w:numId="46" w16cid:durableId="375662148">
    <w:abstractNumId w:val="23"/>
  </w:num>
  <w:num w:numId="47" w16cid:durableId="109648666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3A54"/>
    <w:rsid w:val="00000676"/>
    <w:rsid w:val="000065DF"/>
    <w:rsid w:val="00013E25"/>
    <w:rsid w:val="00014E40"/>
    <w:rsid w:val="00017654"/>
    <w:rsid w:val="000321BE"/>
    <w:rsid w:val="00034DD9"/>
    <w:rsid w:val="00035CAC"/>
    <w:rsid w:val="00053818"/>
    <w:rsid w:val="00063D09"/>
    <w:rsid w:val="00065B92"/>
    <w:rsid w:val="00074578"/>
    <w:rsid w:val="00076ECE"/>
    <w:rsid w:val="00077FE1"/>
    <w:rsid w:val="00084C36"/>
    <w:rsid w:val="0008608C"/>
    <w:rsid w:val="000867E3"/>
    <w:rsid w:val="000900F1"/>
    <w:rsid w:val="000908B3"/>
    <w:rsid w:val="00097560"/>
    <w:rsid w:val="000A4D02"/>
    <w:rsid w:val="000A51D9"/>
    <w:rsid w:val="000B6C7C"/>
    <w:rsid w:val="000B7481"/>
    <w:rsid w:val="000B7F27"/>
    <w:rsid w:val="000C2033"/>
    <w:rsid w:val="000C2539"/>
    <w:rsid w:val="000C2E58"/>
    <w:rsid w:val="000D00D6"/>
    <w:rsid w:val="000D1D75"/>
    <w:rsid w:val="000D5D98"/>
    <w:rsid w:val="000D747E"/>
    <w:rsid w:val="000E11D1"/>
    <w:rsid w:val="000E513D"/>
    <w:rsid w:val="000E59FC"/>
    <w:rsid w:val="000E5B52"/>
    <w:rsid w:val="000E6911"/>
    <w:rsid w:val="000E7533"/>
    <w:rsid w:val="000F13FA"/>
    <w:rsid w:val="000F236E"/>
    <w:rsid w:val="00104036"/>
    <w:rsid w:val="0011069B"/>
    <w:rsid w:val="001107F4"/>
    <w:rsid w:val="00113FAD"/>
    <w:rsid w:val="00116225"/>
    <w:rsid w:val="00116D08"/>
    <w:rsid w:val="00123288"/>
    <w:rsid w:val="001272DF"/>
    <w:rsid w:val="0013311C"/>
    <w:rsid w:val="00155A50"/>
    <w:rsid w:val="00157096"/>
    <w:rsid w:val="00157839"/>
    <w:rsid w:val="001677C5"/>
    <w:rsid w:val="00186CC5"/>
    <w:rsid w:val="00193669"/>
    <w:rsid w:val="001B0E27"/>
    <w:rsid w:val="001B29FC"/>
    <w:rsid w:val="001C5FAA"/>
    <w:rsid w:val="001D6728"/>
    <w:rsid w:val="001D77EE"/>
    <w:rsid w:val="001F1A86"/>
    <w:rsid w:val="001F67A9"/>
    <w:rsid w:val="0020351D"/>
    <w:rsid w:val="002138B9"/>
    <w:rsid w:val="00217464"/>
    <w:rsid w:val="0022112D"/>
    <w:rsid w:val="00226F34"/>
    <w:rsid w:val="00234157"/>
    <w:rsid w:val="00236A3F"/>
    <w:rsid w:val="00237D81"/>
    <w:rsid w:val="00250A79"/>
    <w:rsid w:val="00252B39"/>
    <w:rsid w:val="002547DD"/>
    <w:rsid w:val="00255CDA"/>
    <w:rsid w:val="0025720C"/>
    <w:rsid w:val="00260377"/>
    <w:rsid w:val="002629CC"/>
    <w:rsid w:val="00263257"/>
    <w:rsid w:val="00264FC6"/>
    <w:rsid w:val="00270302"/>
    <w:rsid w:val="00276805"/>
    <w:rsid w:val="00277454"/>
    <w:rsid w:val="002816ED"/>
    <w:rsid w:val="00294744"/>
    <w:rsid w:val="00295030"/>
    <w:rsid w:val="00296950"/>
    <w:rsid w:val="002A0EEC"/>
    <w:rsid w:val="002A6455"/>
    <w:rsid w:val="002B160B"/>
    <w:rsid w:val="002B565D"/>
    <w:rsid w:val="002C38D6"/>
    <w:rsid w:val="002C4C2A"/>
    <w:rsid w:val="002C545B"/>
    <w:rsid w:val="002C7F32"/>
    <w:rsid w:val="002E218B"/>
    <w:rsid w:val="002E2375"/>
    <w:rsid w:val="002E4545"/>
    <w:rsid w:val="002F1ABA"/>
    <w:rsid w:val="002F1EB6"/>
    <w:rsid w:val="002F200B"/>
    <w:rsid w:val="002F46DA"/>
    <w:rsid w:val="002F69AC"/>
    <w:rsid w:val="002F78EA"/>
    <w:rsid w:val="00300477"/>
    <w:rsid w:val="003012F2"/>
    <w:rsid w:val="00302232"/>
    <w:rsid w:val="00302E45"/>
    <w:rsid w:val="00305282"/>
    <w:rsid w:val="00305BA0"/>
    <w:rsid w:val="00310368"/>
    <w:rsid w:val="003105DB"/>
    <w:rsid w:val="00317C19"/>
    <w:rsid w:val="00323278"/>
    <w:rsid w:val="0032413B"/>
    <w:rsid w:val="00324DCD"/>
    <w:rsid w:val="0032619B"/>
    <w:rsid w:val="00336A69"/>
    <w:rsid w:val="00344F6D"/>
    <w:rsid w:val="00346DAC"/>
    <w:rsid w:val="00350970"/>
    <w:rsid w:val="0036164E"/>
    <w:rsid w:val="00362197"/>
    <w:rsid w:val="00365642"/>
    <w:rsid w:val="00371017"/>
    <w:rsid w:val="003744F2"/>
    <w:rsid w:val="003959A9"/>
    <w:rsid w:val="003A4D4B"/>
    <w:rsid w:val="003A518A"/>
    <w:rsid w:val="003B31B6"/>
    <w:rsid w:val="003B36B8"/>
    <w:rsid w:val="003B4CD3"/>
    <w:rsid w:val="003B63E2"/>
    <w:rsid w:val="003C19B7"/>
    <w:rsid w:val="003C2528"/>
    <w:rsid w:val="003C2D7F"/>
    <w:rsid w:val="003C6D7E"/>
    <w:rsid w:val="003C702F"/>
    <w:rsid w:val="003C7069"/>
    <w:rsid w:val="003D3870"/>
    <w:rsid w:val="003E5190"/>
    <w:rsid w:val="003E6597"/>
    <w:rsid w:val="003F37C4"/>
    <w:rsid w:val="003F7066"/>
    <w:rsid w:val="00400AF1"/>
    <w:rsid w:val="00405C22"/>
    <w:rsid w:val="004116B3"/>
    <w:rsid w:val="004276DE"/>
    <w:rsid w:val="00427AFD"/>
    <w:rsid w:val="00431351"/>
    <w:rsid w:val="0043179F"/>
    <w:rsid w:val="004340E8"/>
    <w:rsid w:val="00437DC3"/>
    <w:rsid w:val="00440D00"/>
    <w:rsid w:val="00452155"/>
    <w:rsid w:val="00452938"/>
    <w:rsid w:val="004540A0"/>
    <w:rsid w:val="00460F64"/>
    <w:rsid w:val="0047100B"/>
    <w:rsid w:val="00472E92"/>
    <w:rsid w:val="004763C5"/>
    <w:rsid w:val="00486715"/>
    <w:rsid w:val="00490128"/>
    <w:rsid w:val="00496A46"/>
    <w:rsid w:val="004970D6"/>
    <w:rsid w:val="004A28A9"/>
    <w:rsid w:val="004B4244"/>
    <w:rsid w:val="004C018B"/>
    <w:rsid w:val="004C4963"/>
    <w:rsid w:val="004C6B2A"/>
    <w:rsid w:val="004D76F5"/>
    <w:rsid w:val="004E0475"/>
    <w:rsid w:val="004F31F1"/>
    <w:rsid w:val="00502D10"/>
    <w:rsid w:val="00504668"/>
    <w:rsid w:val="00512286"/>
    <w:rsid w:val="0051245A"/>
    <w:rsid w:val="00520C27"/>
    <w:rsid w:val="0052241F"/>
    <w:rsid w:val="005263BD"/>
    <w:rsid w:val="005302DC"/>
    <w:rsid w:val="00533EDA"/>
    <w:rsid w:val="00534568"/>
    <w:rsid w:val="00534E91"/>
    <w:rsid w:val="00535CED"/>
    <w:rsid w:val="005435B3"/>
    <w:rsid w:val="005479C4"/>
    <w:rsid w:val="005517C9"/>
    <w:rsid w:val="005529EA"/>
    <w:rsid w:val="0056017E"/>
    <w:rsid w:val="00570364"/>
    <w:rsid w:val="00582919"/>
    <w:rsid w:val="00583219"/>
    <w:rsid w:val="00583F7C"/>
    <w:rsid w:val="00584311"/>
    <w:rsid w:val="005921E2"/>
    <w:rsid w:val="00593D52"/>
    <w:rsid w:val="00594790"/>
    <w:rsid w:val="00597252"/>
    <w:rsid w:val="005A1A1F"/>
    <w:rsid w:val="005A6BBD"/>
    <w:rsid w:val="005A79BE"/>
    <w:rsid w:val="005B1677"/>
    <w:rsid w:val="005B2822"/>
    <w:rsid w:val="005C62F4"/>
    <w:rsid w:val="005C6AF9"/>
    <w:rsid w:val="005D4CE4"/>
    <w:rsid w:val="005D7227"/>
    <w:rsid w:val="005D7B14"/>
    <w:rsid w:val="005E0F52"/>
    <w:rsid w:val="005E23CA"/>
    <w:rsid w:val="005E2D8F"/>
    <w:rsid w:val="005F0C65"/>
    <w:rsid w:val="005F2EE6"/>
    <w:rsid w:val="005F36AB"/>
    <w:rsid w:val="005F437D"/>
    <w:rsid w:val="005F527C"/>
    <w:rsid w:val="005F7C10"/>
    <w:rsid w:val="0060103A"/>
    <w:rsid w:val="00610EDB"/>
    <w:rsid w:val="00611498"/>
    <w:rsid w:val="00612341"/>
    <w:rsid w:val="006210C2"/>
    <w:rsid w:val="00632CD0"/>
    <w:rsid w:val="006339E1"/>
    <w:rsid w:val="0063797D"/>
    <w:rsid w:val="00640508"/>
    <w:rsid w:val="00643F05"/>
    <w:rsid w:val="00652537"/>
    <w:rsid w:val="00653ABE"/>
    <w:rsid w:val="00653ED4"/>
    <w:rsid w:val="00662315"/>
    <w:rsid w:val="006659A2"/>
    <w:rsid w:val="00676DD4"/>
    <w:rsid w:val="006814B7"/>
    <w:rsid w:val="00683C8F"/>
    <w:rsid w:val="00687215"/>
    <w:rsid w:val="00690877"/>
    <w:rsid w:val="00691CA1"/>
    <w:rsid w:val="00691F06"/>
    <w:rsid w:val="00697CE7"/>
    <w:rsid w:val="006A14CD"/>
    <w:rsid w:val="006A5E22"/>
    <w:rsid w:val="006A736E"/>
    <w:rsid w:val="006B1089"/>
    <w:rsid w:val="006B1376"/>
    <w:rsid w:val="006C1A38"/>
    <w:rsid w:val="006C33EC"/>
    <w:rsid w:val="006C4478"/>
    <w:rsid w:val="006D213C"/>
    <w:rsid w:val="006D2ACD"/>
    <w:rsid w:val="006D6863"/>
    <w:rsid w:val="006E441B"/>
    <w:rsid w:val="006F31D9"/>
    <w:rsid w:val="007001CE"/>
    <w:rsid w:val="00706711"/>
    <w:rsid w:val="00712634"/>
    <w:rsid w:val="00712E62"/>
    <w:rsid w:val="00713D0E"/>
    <w:rsid w:val="0071497E"/>
    <w:rsid w:val="0071526F"/>
    <w:rsid w:val="0072421B"/>
    <w:rsid w:val="00727507"/>
    <w:rsid w:val="007304C4"/>
    <w:rsid w:val="0073075F"/>
    <w:rsid w:val="00737A5B"/>
    <w:rsid w:val="00745EFA"/>
    <w:rsid w:val="00747625"/>
    <w:rsid w:val="00747D25"/>
    <w:rsid w:val="007501E9"/>
    <w:rsid w:val="00753640"/>
    <w:rsid w:val="007625E9"/>
    <w:rsid w:val="00763A3D"/>
    <w:rsid w:val="007762EA"/>
    <w:rsid w:val="00776AE2"/>
    <w:rsid w:val="00780C3B"/>
    <w:rsid w:val="0078129A"/>
    <w:rsid w:val="00785AF7"/>
    <w:rsid w:val="00787C63"/>
    <w:rsid w:val="0079757C"/>
    <w:rsid w:val="007A0CED"/>
    <w:rsid w:val="007A7384"/>
    <w:rsid w:val="007A7ED3"/>
    <w:rsid w:val="007B3D2D"/>
    <w:rsid w:val="007B716B"/>
    <w:rsid w:val="007B7B7D"/>
    <w:rsid w:val="007C08B5"/>
    <w:rsid w:val="007C0FC5"/>
    <w:rsid w:val="007C26C4"/>
    <w:rsid w:val="007C6485"/>
    <w:rsid w:val="007C65FE"/>
    <w:rsid w:val="007D0AB0"/>
    <w:rsid w:val="007D22E2"/>
    <w:rsid w:val="007D47C6"/>
    <w:rsid w:val="007D52B8"/>
    <w:rsid w:val="007D5EAD"/>
    <w:rsid w:val="007D5F51"/>
    <w:rsid w:val="007E126E"/>
    <w:rsid w:val="007E1E83"/>
    <w:rsid w:val="007E2C05"/>
    <w:rsid w:val="007E3E54"/>
    <w:rsid w:val="007E6220"/>
    <w:rsid w:val="007E6F87"/>
    <w:rsid w:val="007F06FE"/>
    <w:rsid w:val="007F10EA"/>
    <w:rsid w:val="007F213B"/>
    <w:rsid w:val="007F5041"/>
    <w:rsid w:val="007F5BB9"/>
    <w:rsid w:val="007F5DEA"/>
    <w:rsid w:val="00802E2F"/>
    <w:rsid w:val="00806E14"/>
    <w:rsid w:val="00810591"/>
    <w:rsid w:val="0081237A"/>
    <w:rsid w:val="00814296"/>
    <w:rsid w:val="0081596E"/>
    <w:rsid w:val="0081661C"/>
    <w:rsid w:val="00823000"/>
    <w:rsid w:val="00826610"/>
    <w:rsid w:val="00826C62"/>
    <w:rsid w:val="00835B42"/>
    <w:rsid w:val="00837D4B"/>
    <w:rsid w:val="00841387"/>
    <w:rsid w:val="00842766"/>
    <w:rsid w:val="00842B7A"/>
    <w:rsid w:val="008467D9"/>
    <w:rsid w:val="00854A8E"/>
    <w:rsid w:val="00857BD8"/>
    <w:rsid w:val="008651FB"/>
    <w:rsid w:val="00873CCE"/>
    <w:rsid w:val="00892BE4"/>
    <w:rsid w:val="0089311F"/>
    <w:rsid w:val="00893C77"/>
    <w:rsid w:val="00894731"/>
    <w:rsid w:val="00897151"/>
    <w:rsid w:val="00897A58"/>
    <w:rsid w:val="008A092B"/>
    <w:rsid w:val="008B0D2A"/>
    <w:rsid w:val="008B142B"/>
    <w:rsid w:val="008B2BDA"/>
    <w:rsid w:val="008B36EF"/>
    <w:rsid w:val="008B5FD9"/>
    <w:rsid w:val="008C0EED"/>
    <w:rsid w:val="008C57E7"/>
    <w:rsid w:val="008D49F8"/>
    <w:rsid w:val="008D6F05"/>
    <w:rsid w:val="008D774C"/>
    <w:rsid w:val="008E1CAE"/>
    <w:rsid w:val="008E32E6"/>
    <w:rsid w:val="008E3302"/>
    <w:rsid w:val="008E65CC"/>
    <w:rsid w:val="008F171E"/>
    <w:rsid w:val="008F4FBA"/>
    <w:rsid w:val="008F64A4"/>
    <w:rsid w:val="008F6A3E"/>
    <w:rsid w:val="00912E08"/>
    <w:rsid w:val="00922F3C"/>
    <w:rsid w:val="0093081F"/>
    <w:rsid w:val="00931090"/>
    <w:rsid w:val="009321F2"/>
    <w:rsid w:val="00937E16"/>
    <w:rsid w:val="00941F4B"/>
    <w:rsid w:val="00943144"/>
    <w:rsid w:val="009433F7"/>
    <w:rsid w:val="00943ACF"/>
    <w:rsid w:val="00944EAA"/>
    <w:rsid w:val="00946993"/>
    <w:rsid w:val="009576F9"/>
    <w:rsid w:val="00964EB5"/>
    <w:rsid w:val="00966E93"/>
    <w:rsid w:val="0097328C"/>
    <w:rsid w:val="0097658A"/>
    <w:rsid w:val="00980A19"/>
    <w:rsid w:val="009847AB"/>
    <w:rsid w:val="009917BB"/>
    <w:rsid w:val="0099262B"/>
    <w:rsid w:val="00994C32"/>
    <w:rsid w:val="009968AF"/>
    <w:rsid w:val="00996947"/>
    <w:rsid w:val="009975E3"/>
    <w:rsid w:val="00997A1D"/>
    <w:rsid w:val="009A0CB9"/>
    <w:rsid w:val="009A1AEB"/>
    <w:rsid w:val="009A2EA4"/>
    <w:rsid w:val="009A4A01"/>
    <w:rsid w:val="009A70A0"/>
    <w:rsid w:val="009A7351"/>
    <w:rsid w:val="009B04AC"/>
    <w:rsid w:val="009B1105"/>
    <w:rsid w:val="009B4BD2"/>
    <w:rsid w:val="009B660B"/>
    <w:rsid w:val="009C31A8"/>
    <w:rsid w:val="009C337B"/>
    <w:rsid w:val="009D231D"/>
    <w:rsid w:val="009D2981"/>
    <w:rsid w:val="009D629E"/>
    <w:rsid w:val="009E2EB0"/>
    <w:rsid w:val="009E7280"/>
    <w:rsid w:val="009E7B42"/>
    <w:rsid w:val="009F20EE"/>
    <w:rsid w:val="009F28CE"/>
    <w:rsid w:val="009F4973"/>
    <w:rsid w:val="009F617B"/>
    <w:rsid w:val="00A02980"/>
    <w:rsid w:val="00A04336"/>
    <w:rsid w:val="00A06F5E"/>
    <w:rsid w:val="00A13CD8"/>
    <w:rsid w:val="00A22922"/>
    <w:rsid w:val="00A24EE7"/>
    <w:rsid w:val="00A2609B"/>
    <w:rsid w:val="00A3037D"/>
    <w:rsid w:val="00A32E4A"/>
    <w:rsid w:val="00A3314C"/>
    <w:rsid w:val="00A349F7"/>
    <w:rsid w:val="00A476E0"/>
    <w:rsid w:val="00A520CB"/>
    <w:rsid w:val="00A532F8"/>
    <w:rsid w:val="00A55398"/>
    <w:rsid w:val="00A561B4"/>
    <w:rsid w:val="00A60217"/>
    <w:rsid w:val="00A64A70"/>
    <w:rsid w:val="00A67A95"/>
    <w:rsid w:val="00A73D06"/>
    <w:rsid w:val="00A7598A"/>
    <w:rsid w:val="00A80E87"/>
    <w:rsid w:val="00A827F9"/>
    <w:rsid w:val="00A90AD1"/>
    <w:rsid w:val="00A90DB5"/>
    <w:rsid w:val="00A92738"/>
    <w:rsid w:val="00A954CD"/>
    <w:rsid w:val="00AA4307"/>
    <w:rsid w:val="00AA69B5"/>
    <w:rsid w:val="00AB08CD"/>
    <w:rsid w:val="00AB2794"/>
    <w:rsid w:val="00AB2EC1"/>
    <w:rsid w:val="00AB3A79"/>
    <w:rsid w:val="00AB54E3"/>
    <w:rsid w:val="00AC0C8C"/>
    <w:rsid w:val="00AD21B3"/>
    <w:rsid w:val="00AD3CAC"/>
    <w:rsid w:val="00AD76C6"/>
    <w:rsid w:val="00AE30B1"/>
    <w:rsid w:val="00AE4F21"/>
    <w:rsid w:val="00AE7CCE"/>
    <w:rsid w:val="00AF06BF"/>
    <w:rsid w:val="00AF0C79"/>
    <w:rsid w:val="00AF1BBB"/>
    <w:rsid w:val="00AF4C8D"/>
    <w:rsid w:val="00AF51B7"/>
    <w:rsid w:val="00AF57BA"/>
    <w:rsid w:val="00AF7EE6"/>
    <w:rsid w:val="00B01018"/>
    <w:rsid w:val="00B02CA8"/>
    <w:rsid w:val="00B053C0"/>
    <w:rsid w:val="00B142EA"/>
    <w:rsid w:val="00B147E0"/>
    <w:rsid w:val="00B27970"/>
    <w:rsid w:val="00B31D2B"/>
    <w:rsid w:val="00B47BC8"/>
    <w:rsid w:val="00B50568"/>
    <w:rsid w:val="00B5155A"/>
    <w:rsid w:val="00B54ECF"/>
    <w:rsid w:val="00B55F4B"/>
    <w:rsid w:val="00B63E80"/>
    <w:rsid w:val="00B65E45"/>
    <w:rsid w:val="00B732DB"/>
    <w:rsid w:val="00B740C6"/>
    <w:rsid w:val="00B7567F"/>
    <w:rsid w:val="00B77516"/>
    <w:rsid w:val="00B81C93"/>
    <w:rsid w:val="00B81EB5"/>
    <w:rsid w:val="00B82399"/>
    <w:rsid w:val="00B835A2"/>
    <w:rsid w:val="00B83A54"/>
    <w:rsid w:val="00B87769"/>
    <w:rsid w:val="00B94EB0"/>
    <w:rsid w:val="00BA09E8"/>
    <w:rsid w:val="00BA57C4"/>
    <w:rsid w:val="00BA6953"/>
    <w:rsid w:val="00BA6D2E"/>
    <w:rsid w:val="00BB1355"/>
    <w:rsid w:val="00BB6245"/>
    <w:rsid w:val="00BC4924"/>
    <w:rsid w:val="00BC7B35"/>
    <w:rsid w:val="00BD08A6"/>
    <w:rsid w:val="00BD4133"/>
    <w:rsid w:val="00BD4615"/>
    <w:rsid w:val="00BD490F"/>
    <w:rsid w:val="00BE0E6C"/>
    <w:rsid w:val="00BE1DCF"/>
    <w:rsid w:val="00BE209D"/>
    <w:rsid w:val="00BE44EF"/>
    <w:rsid w:val="00BF7BB6"/>
    <w:rsid w:val="00C024AC"/>
    <w:rsid w:val="00C07BA1"/>
    <w:rsid w:val="00C14E7D"/>
    <w:rsid w:val="00C166EC"/>
    <w:rsid w:val="00C174C1"/>
    <w:rsid w:val="00C23A7D"/>
    <w:rsid w:val="00C3103E"/>
    <w:rsid w:val="00C32750"/>
    <w:rsid w:val="00C44209"/>
    <w:rsid w:val="00C5336A"/>
    <w:rsid w:val="00C56B75"/>
    <w:rsid w:val="00C62756"/>
    <w:rsid w:val="00C658A7"/>
    <w:rsid w:val="00C724DA"/>
    <w:rsid w:val="00C80A88"/>
    <w:rsid w:val="00C87262"/>
    <w:rsid w:val="00C93A0B"/>
    <w:rsid w:val="00C9571A"/>
    <w:rsid w:val="00CA6A4B"/>
    <w:rsid w:val="00CB0E66"/>
    <w:rsid w:val="00CB1CD8"/>
    <w:rsid w:val="00CB2B2D"/>
    <w:rsid w:val="00CB3C7D"/>
    <w:rsid w:val="00CB4603"/>
    <w:rsid w:val="00CC3244"/>
    <w:rsid w:val="00CC35DD"/>
    <w:rsid w:val="00CC564C"/>
    <w:rsid w:val="00CC7E57"/>
    <w:rsid w:val="00CD01D5"/>
    <w:rsid w:val="00CD0EEF"/>
    <w:rsid w:val="00CD27B3"/>
    <w:rsid w:val="00CD47F2"/>
    <w:rsid w:val="00CD6343"/>
    <w:rsid w:val="00CD7A01"/>
    <w:rsid w:val="00CF4FD5"/>
    <w:rsid w:val="00CF5F9F"/>
    <w:rsid w:val="00D02805"/>
    <w:rsid w:val="00D1697D"/>
    <w:rsid w:val="00D2060F"/>
    <w:rsid w:val="00D21665"/>
    <w:rsid w:val="00D30A5D"/>
    <w:rsid w:val="00D30BE6"/>
    <w:rsid w:val="00D341A2"/>
    <w:rsid w:val="00D36D78"/>
    <w:rsid w:val="00D44FD0"/>
    <w:rsid w:val="00D47A68"/>
    <w:rsid w:val="00D528C5"/>
    <w:rsid w:val="00D63DD0"/>
    <w:rsid w:val="00D66070"/>
    <w:rsid w:val="00D66D43"/>
    <w:rsid w:val="00D839EB"/>
    <w:rsid w:val="00D84A7E"/>
    <w:rsid w:val="00D91DFE"/>
    <w:rsid w:val="00D92BB3"/>
    <w:rsid w:val="00D9770A"/>
    <w:rsid w:val="00DA037B"/>
    <w:rsid w:val="00DA2E35"/>
    <w:rsid w:val="00DA5F1A"/>
    <w:rsid w:val="00DB1925"/>
    <w:rsid w:val="00DC159D"/>
    <w:rsid w:val="00DC3FB6"/>
    <w:rsid w:val="00DC4355"/>
    <w:rsid w:val="00DD1CE9"/>
    <w:rsid w:val="00DD3FD3"/>
    <w:rsid w:val="00DD627C"/>
    <w:rsid w:val="00DD708B"/>
    <w:rsid w:val="00DD7DE9"/>
    <w:rsid w:val="00DE32E1"/>
    <w:rsid w:val="00DE52E2"/>
    <w:rsid w:val="00DE651D"/>
    <w:rsid w:val="00DF4D1B"/>
    <w:rsid w:val="00DF5040"/>
    <w:rsid w:val="00E00FFF"/>
    <w:rsid w:val="00E061B7"/>
    <w:rsid w:val="00E06A07"/>
    <w:rsid w:val="00E071FE"/>
    <w:rsid w:val="00E21AF7"/>
    <w:rsid w:val="00E239CB"/>
    <w:rsid w:val="00E25F26"/>
    <w:rsid w:val="00E30A50"/>
    <w:rsid w:val="00E37C9E"/>
    <w:rsid w:val="00E45E05"/>
    <w:rsid w:val="00E51D94"/>
    <w:rsid w:val="00E52549"/>
    <w:rsid w:val="00E538DD"/>
    <w:rsid w:val="00E57CF4"/>
    <w:rsid w:val="00E63914"/>
    <w:rsid w:val="00E63E7B"/>
    <w:rsid w:val="00E741A0"/>
    <w:rsid w:val="00E75387"/>
    <w:rsid w:val="00E76688"/>
    <w:rsid w:val="00E76C49"/>
    <w:rsid w:val="00E86556"/>
    <w:rsid w:val="00E8658B"/>
    <w:rsid w:val="00E90738"/>
    <w:rsid w:val="00E93D1D"/>
    <w:rsid w:val="00EA23B4"/>
    <w:rsid w:val="00EA356B"/>
    <w:rsid w:val="00EA7B6D"/>
    <w:rsid w:val="00EA7E45"/>
    <w:rsid w:val="00EB3802"/>
    <w:rsid w:val="00EB41AB"/>
    <w:rsid w:val="00EB4640"/>
    <w:rsid w:val="00EB4E20"/>
    <w:rsid w:val="00EC2648"/>
    <w:rsid w:val="00EC6AB3"/>
    <w:rsid w:val="00ED1FE9"/>
    <w:rsid w:val="00ED56AA"/>
    <w:rsid w:val="00EE03CA"/>
    <w:rsid w:val="00EE0EB0"/>
    <w:rsid w:val="00EE4F74"/>
    <w:rsid w:val="00EE6821"/>
    <w:rsid w:val="00EE6CDE"/>
    <w:rsid w:val="00F05279"/>
    <w:rsid w:val="00F108C3"/>
    <w:rsid w:val="00F10E4C"/>
    <w:rsid w:val="00F11F98"/>
    <w:rsid w:val="00F14BD6"/>
    <w:rsid w:val="00F1667D"/>
    <w:rsid w:val="00F223F2"/>
    <w:rsid w:val="00F31E49"/>
    <w:rsid w:val="00F33440"/>
    <w:rsid w:val="00F36E25"/>
    <w:rsid w:val="00F37194"/>
    <w:rsid w:val="00F378EB"/>
    <w:rsid w:val="00F40A7E"/>
    <w:rsid w:val="00F5547D"/>
    <w:rsid w:val="00F638FE"/>
    <w:rsid w:val="00F8076A"/>
    <w:rsid w:val="00F839F4"/>
    <w:rsid w:val="00F84892"/>
    <w:rsid w:val="00F93308"/>
    <w:rsid w:val="00F941B5"/>
    <w:rsid w:val="00FA0B71"/>
    <w:rsid w:val="00FA5551"/>
    <w:rsid w:val="00FB4838"/>
    <w:rsid w:val="00FB7416"/>
    <w:rsid w:val="00FC45B0"/>
    <w:rsid w:val="00FD3F53"/>
    <w:rsid w:val="00FD4C87"/>
    <w:rsid w:val="00FD7CB2"/>
    <w:rsid w:val="00FE2912"/>
    <w:rsid w:val="00FF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344025F8"/>
  <w15:chartTrackingRefBased/>
  <w15:docId w15:val="{F96033D0-66B1-44BE-9091-48B2C17C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9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Black" w:hAnsi="Arial Black"/>
      <w:sz w:val="36"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jc w:val="right"/>
      <w:outlineLvl w:val="7"/>
    </w:pPr>
  </w:style>
  <w:style w:type="paragraph" w:styleId="Nadpis9">
    <w:name w:val="heading 9"/>
    <w:basedOn w:val="Normln"/>
    <w:next w:val="Normln"/>
    <w:qFormat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Rozloendokumentu">
    <w:name w:val="Document Map"/>
    <w:aliases w:val="Rozvržení dokumentu"/>
    <w:basedOn w:val="Normln"/>
    <w:semiHidden/>
    <w:pPr>
      <w:shd w:val="clear" w:color="auto" w:fill="000080"/>
    </w:pPr>
    <w:rPr>
      <w:rFonts w:ascii="Tahoma" w:hAnsi="Tahoma" w:cs="Arial Black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styleId="Sledovanodkaz">
    <w:name w:val="FollowedHyperlink"/>
    <w:rPr>
      <w:color w:val="800080"/>
      <w:u w:val="single"/>
    </w:rPr>
  </w:style>
  <w:style w:type="paragraph" w:styleId="Zkladntextodsazen">
    <w:name w:val="Body Text Indent"/>
    <w:basedOn w:val="Normln"/>
    <w:pPr>
      <w:ind w:left="1068"/>
      <w:jc w:val="both"/>
    </w:pPr>
  </w:style>
  <w:style w:type="paragraph" w:styleId="Zkladntext2">
    <w:name w:val="Body Text 2"/>
    <w:basedOn w:val="Normln"/>
    <w:link w:val="Zkladntext2Char"/>
    <w:uiPriority w:val="99"/>
    <w:pPr>
      <w:numPr>
        <w:ilvl w:val="12"/>
      </w:numPr>
      <w:jc w:val="both"/>
    </w:pPr>
  </w:style>
  <w:style w:type="paragraph" w:styleId="Zkladntext3">
    <w:name w:val="Body Text 3"/>
    <w:basedOn w:val="Normln"/>
    <w:pPr>
      <w:jc w:val="both"/>
    </w:pPr>
    <w:rPr>
      <w:b/>
      <w:sz w:val="28"/>
    </w:rPr>
  </w:style>
  <w:style w:type="paragraph" w:styleId="Zkladntext">
    <w:name w:val="Body Text"/>
    <w:basedOn w:val="Normln"/>
    <w:rPr>
      <w:b/>
    </w:rPr>
  </w:style>
  <w:style w:type="paragraph" w:styleId="Zkladntextodsazen2">
    <w:name w:val="Body Text Indent 2"/>
    <w:basedOn w:val="Normln"/>
    <w:pPr>
      <w:ind w:firstLine="340"/>
      <w:jc w:val="both"/>
    </w:pPr>
    <w:rPr>
      <w:b/>
      <w:bCs/>
      <w:i/>
      <w:iCs/>
      <w:sz w:val="20"/>
    </w:rPr>
  </w:style>
  <w:style w:type="paragraph" w:styleId="Zkladntextodsazen3">
    <w:name w:val="Body Text Indent 3"/>
    <w:basedOn w:val="Normln"/>
    <w:pPr>
      <w:ind w:left="340"/>
      <w:jc w:val="both"/>
    </w:pPr>
    <w:rPr>
      <w:color w:val="0000FF"/>
      <w:sz w:val="20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iCs/>
    </w:rPr>
  </w:style>
  <w:style w:type="paragraph" w:styleId="Textvbloku">
    <w:name w:val="Block Text"/>
    <w:basedOn w:val="Normln"/>
    <w:uiPriority w:val="99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pPr>
      <w:numPr>
        <w:ilvl w:val="6"/>
        <w:numId w:val="1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  <w:sz w:val="20"/>
      <w:szCs w:val="20"/>
    </w:rPr>
  </w:style>
  <w:style w:type="paragraph" w:customStyle="1" w:styleId="Textbodu">
    <w:name w:val="Text bodu"/>
    <w:basedOn w:val="Normln"/>
    <w:uiPriority w:val="99"/>
    <w:pPr>
      <w:numPr>
        <w:ilvl w:val="8"/>
        <w:numId w:val="14"/>
      </w:numPr>
      <w:jc w:val="both"/>
      <w:outlineLvl w:val="8"/>
    </w:pPr>
    <w:rPr>
      <w:rFonts w:ascii="Verdana" w:hAnsi="Verdana"/>
      <w:sz w:val="20"/>
      <w:szCs w:val="20"/>
    </w:rPr>
  </w:style>
  <w:style w:type="paragraph" w:customStyle="1" w:styleId="Textpsmene">
    <w:name w:val="Text písmene"/>
    <w:basedOn w:val="Normln"/>
    <w:uiPriority w:val="99"/>
    <w:pPr>
      <w:numPr>
        <w:ilvl w:val="7"/>
        <w:numId w:val="14"/>
      </w:numPr>
      <w:jc w:val="both"/>
      <w:outlineLvl w:val="7"/>
    </w:pPr>
    <w:rPr>
      <w:rFonts w:ascii="Verdana" w:hAnsi="Verdana"/>
      <w:sz w:val="20"/>
      <w:szCs w:val="20"/>
    </w:rPr>
  </w:style>
  <w:style w:type="paragraph" w:customStyle="1" w:styleId="Textparagrafu">
    <w:name w:val="Text paragrafu"/>
    <w:basedOn w:val="Normln"/>
    <w:uiPriority w:val="99"/>
    <w:pPr>
      <w:spacing w:before="240"/>
      <w:ind w:firstLine="425"/>
      <w:jc w:val="both"/>
      <w:outlineLvl w:val="5"/>
    </w:pPr>
    <w:rPr>
      <w:rFonts w:ascii="Verdana" w:hAnsi="Verdana"/>
      <w:sz w:val="20"/>
      <w:szCs w:val="20"/>
    </w:rPr>
  </w:style>
  <w:style w:type="table" w:styleId="Mkatabulky">
    <w:name w:val="Table Grid"/>
    <w:basedOn w:val="Normlntabulka"/>
    <w:rsid w:val="00612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Char">
    <w:name w:val="Základní text 2 Char"/>
    <w:link w:val="Zkladntext2"/>
    <w:uiPriority w:val="99"/>
    <w:rsid w:val="009B04AC"/>
    <w:rPr>
      <w:sz w:val="24"/>
      <w:szCs w:val="24"/>
    </w:rPr>
  </w:style>
  <w:style w:type="paragraph" w:customStyle="1" w:styleId="Default">
    <w:name w:val="Default"/>
    <w:rsid w:val="00E45E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rmtovanvHTML">
    <w:name w:val="HTML Preformatted"/>
    <w:basedOn w:val="Normln"/>
    <w:link w:val="FormtovanvHTMLChar"/>
    <w:unhideWhenUsed/>
    <w:rsid w:val="00854A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link w:val="FormtovanvHTML"/>
    <w:rsid w:val="00854A8E"/>
    <w:rPr>
      <w:rFonts w:ascii="Arial Unicode MS" w:eastAsia="Arial Unicode MS" w:hAnsi="Arial Unicode MS" w:cs="Arial Unicode MS"/>
      <w:lang w:eastAsia="ar-SA"/>
    </w:rPr>
  </w:style>
  <w:style w:type="paragraph" w:styleId="Odstavecseseznamem">
    <w:name w:val="List Paragraph"/>
    <w:basedOn w:val="Normln"/>
    <w:uiPriority w:val="34"/>
    <w:qFormat/>
    <w:rsid w:val="00594790"/>
    <w:pPr>
      <w:suppressAutoHyphens/>
      <w:ind w:left="720"/>
      <w:contextualSpacing/>
      <w:jc w:val="both"/>
    </w:pPr>
    <w:rPr>
      <w:lang w:eastAsia="ar-SA"/>
    </w:rPr>
  </w:style>
  <w:style w:type="paragraph" w:customStyle="1" w:styleId="seznam1">
    <w:name w:val="seznam1"/>
    <w:basedOn w:val="Normln"/>
    <w:uiPriority w:val="99"/>
    <w:rsid w:val="00ED1FE9"/>
    <w:pPr>
      <w:keepNext/>
      <w:numPr>
        <w:numId w:val="35"/>
      </w:numPr>
      <w:spacing w:after="120"/>
      <w:jc w:val="both"/>
    </w:pPr>
    <w:rPr>
      <w:rFonts w:ascii="Arial" w:hAnsi="Arial" w:cs="Arial"/>
    </w:rPr>
  </w:style>
  <w:style w:type="character" w:customStyle="1" w:styleId="Nadpis8Char">
    <w:name w:val="Nadpis 8 Char"/>
    <w:link w:val="Nadpis8"/>
    <w:uiPriority w:val="99"/>
    <w:rsid w:val="006659A2"/>
    <w:rPr>
      <w:sz w:val="24"/>
      <w:szCs w:val="24"/>
    </w:rPr>
  </w:style>
  <w:style w:type="paragraph" w:styleId="Textbubliny">
    <w:name w:val="Balloon Text"/>
    <w:basedOn w:val="Normln"/>
    <w:link w:val="TextbublinyChar"/>
    <w:rsid w:val="00344F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44F6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2774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8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ablony\odbor%20investic\ODBOR_ext\Dopis_samostatn&#225;_p&#367;sobnost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6700D-314C-464A-8122-0E39CB37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Dopis_samostatná_působnost.dot</Template>
  <TotalTime>0</TotalTime>
  <Pages>3</Pages>
  <Words>730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Veřejné zakázky od A do Z</vt:lpstr>
    </vt:vector>
  </TitlesOfParts>
  <Company>HP</Company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Veřejné zakázky od A do Z</dc:title>
  <dc:subject/>
  <dc:creator>--nastav jméno ve wordu</dc:creator>
  <cp:keywords/>
  <cp:lastModifiedBy>Vašátková Lenka</cp:lastModifiedBy>
  <cp:revision>2</cp:revision>
  <cp:lastPrinted>2024-05-20T09:16:00Z</cp:lastPrinted>
  <dcterms:created xsi:type="dcterms:W3CDTF">2024-06-28T11:24:00Z</dcterms:created>
  <dcterms:modified xsi:type="dcterms:W3CDTF">2024-06-28T11:24:00Z</dcterms:modified>
</cp:coreProperties>
</file>